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627" w:type="dxa"/>
        <w:jc w:val="center"/>
        <w:tblInd w:w="177" w:type="dxa"/>
        <w:tblLayout w:type="fixed"/>
        <w:tblCellMar>
          <w:top w:w="29" w:type="dxa"/>
          <w:left w:w="259" w:type="dxa"/>
          <w:bottom w:w="29" w:type="dxa"/>
          <w:right w:w="374" w:type="dxa"/>
        </w:tblCellMar>
        <w:tblLook w:val="01E0" w:firstRow="1" w:lastRow="1" w:firstColumn="1" w:lastColumn="1" w:noHBand="0" w:noVBand="0"/>
      </w:tblPr>
      <w:tblGrid>
        <w:gridCol w:w="2787"/>
        <w:gridCol w:w="8840"/>
      </w:tblGrid>
      <w:tr w:rsidR="00064766" w:rsidRPr="004575B3" w:rsidTr="00BF386E">
        <w:trPr>
          <w:trHeight w:val="51"/>
          <w:jc w:val="center"/>
        </w:trPr>
        <w:tc>
          <w:tcPr>
            <w:tcW w:w="2787" w:type="dxa"/>
            <w:tcBorders>
              <w:top w:val="single" w:sz="4" w:space="0" w:color="435169"/>
              <w:left w:val="single" w:sz="4" w:space="0" w:color="435169"/>
              <w:bottom w:val="single" w:sz="2" w:space="0" w:color="435169"/>
              <w:right w:val="single" w:sz="4" w:space="0" w:color="435169"/>
            </w:tcBorders>
            <w:shd w:val="clear" w:color="auto" w:fill="CED5E0"/>
            <w:vAlign w:val="center"/>
          </w:tcPr>
          <w:p w:rsidR="00064766" w:rsidRPr="00497E92" w:rsidRDefault="001E4543" w:rsidP="000A03E3">
            <w:bookmarkStart w:id="0" w:name="_GoBack"/>
            <w:bookmarkEnd w:id="0"/>
            <w:r>
              <w:t xml:space="preserve"> </w:t>
            </w:r>
            <w:r w:rsidR="00D15E4E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763D26D3" wp14:editId="23076690">
                  <wp:extent cx="1084521" cy="1415453"/>
                  <wp:effectExtent l="0" t="0" r="1905" b="0"/>
                  <wp:docPr id="5" name="Picture 5" descr="BTSD Tiger - Ima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TSD Tiger - Ima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898" cy="141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40" w:type="dxa"/>
            <w:tcBorders>
              <w:top w:val="single" w:sz="4" w:space="0" w:color="435169"/>
              <w:left w:val="single" w:sz="4" w:space="0" w:color="435169"/>
              <w:bottom w:val="single" w:sz="2" w:space="0" w:color="435169"/>
              <w:right w:val="single" w:sz="4" w:space="0" w:color="435169"/>
            </w:tcBorders>
            <w:shd w:val="clear" w:color="auto" w:fill="CED5E0"/>
          </w:tcPr>
          <w:p w:rsidR="00064766" w:rsidRPr="00D76712" w:rsidRDefault="00187F11" w:rsidP="0002411E">
            <w:pPr>
              <w:pStyle w:val="Heading1"/>
              <w:rPr>
                <w:rFonts w:ascii="Bell MT" w:hAnsi="Bell MT"/>
                <w:i/>
                <w:sz w:val="54"/>
                <w:szCs w:val="54"/>
                <w14:textOutline w14:w="9525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D76712">
              <w:rPr>
                <w:rFonts w:ascii="Bell MT" w:hAnsi="Bell MT"/>
                <w:i/>
                <w:sz w:val="54"/>
                <w:szCs w:val="5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Guid</w:t>
            </w:r>
            <w:r w:rsidR="00D76712" w:rsidRPr="00D76712">
              <w:rPr>
                <w:rFonts w:ascii="Bell MT" w:hAnsi="Bell MT"/>
                <w:i/>
                <w:sz w:val="54"/>
                <w:szCs w:val="5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ance News That You Can Use</w:t>
            </w:r>
          </w:p>
          <w:p w:rsidR="0002411E" w:rsidRPr="00F7522E" w:rsidRDefault="00642036" w:rsidP="00E73C9E">
            <w:pPr>
              <w:rPr>
                <w:sz w:val="28"/>
                <w:szCs w:val="28"/>
              </w:rPr>
            </w:pPr>
            <w:r w:rsidRPr="00F7522E">
              <w:rPr>
                <w:rFonts w:ascii="Times New Roman" w:hAnsi="Times New Roman"/>
                <w:sz w:val="28"/>
                <w:szCs w:val="28"/>
              </w:rPr>
              <w:t xml:space="preserve">Features available resources on Armstrong’s </w:t>
            </w:r>
            <w:r w:rsidR="00D82464" w:rsidRPr="00F7522E">
              <w:rPr>
                <w:rFonts w:ascii="Times New Roman" w:hAnsi="Times New Roman"/>
                <w:sz w:val="28"/>
                <w:szCs w:val="28"/>
              </w:rPr>
              <w:t xml:space="preserve">Eighth Grade </w:t>
            </w:r>
            <w:r w:rsidRPr="00F7522E">
              <w:rPr>
                <w:rFonts w:ascii="Times New Roman" w:hAnsi="Times New Roman"/>
                <w:sz w:val="28"/>
                <w:szCs w:val="28"/>
              </w:rPr>
              <w:t xml:space="preserve">Guidance Department webpage </w:t>
            </w:r>
            <w:r w:rsidRPr="00F7522E">
              <w:rPr>
                <w:rFonts w:ascii="Times New Roman" w:hAnsi="Times New Roman"/>
                <w:b/>
                <w:i/>
                <w:sz w:val="28"/>
                <w:szCs w:val="28"/>
              </w:rPr>
              <w:t>Guidance News That You Can Use</w:t>
            </w:r>
            <w:r w:rsidRPr="00F7522E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F7522E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497E92" w:rsidRPr="00D13CEF" w:rsidTr="00BF386E">
        <w:trPr>
          <w:trHeight w:val="288"/>
          <w:jc w:val="center"/>
        </w:trPr>
        <w:tc>
          <w:tcPr>
            <w:tcW w:w="2787" w:type="dxa"/>
            <w:tcBorders>
              <w:top w:val="single" w:sz="2" w:space="0" w:color="435169"/>
              <w:left w:val="single" w:sz="2" w:space="0" w:color="435169"/>
              <w:bottom w:val="single" w:sz="2" w:space="0" w:color="435169"/>
            </w:tcBorders>
            <w:shd w:val="clear" w:color="auto" w:fill="FFCC99"/>
            <w:tcMar>
              <w:left w:w="115" w:type="dxa"/>
              <w:right w:w="72" w:type="dxa"/>
            </w:tcMar>
            <w:vAlign w:val="center"/>
          </w:tcPr>
          <w:p w:rsidR="00497E92" w:rsidRPr="00FE3B28" w:rsidRDefault="00497E92" w:rsidP="00374AF2">
            <w:pPr>
              <w:pStyle w:val="Date"/>
            </w:pPr>
            <w:r w:rsidRPr="00FE3B28">
              <w:fldChar w:fldCharType="begin"/>
            </w:r>
            <w:r w:rsidRPr="00FE3B28">
              <w:instrText xml:space="preserve"> DATE  \@ "MMMM d, yyyy"  \* MERGEFORMAT </w:instrText>
            </w:r>
            <w:r w:rsidRPr="00FE3B28">
              <w:fldChar w:fldCharType="separate"/>
            </w:r>
            <w:r w:rsidR="0098102F">
              <w:rPr>
                <w:noProof/>
              </w:rPr>
              <w:t>September 11, 2016</w:t>
            </w:r>
            <w:r w:rsidRPr="00FE3B28">
              <w:fldChar w:fldCharType="end"/>
            </w:r>
          </w:p>
        </w:tc>
        <w:tc>
          <w:tcPr>
            <w:tcW w:w="8840" w:type="dxa"/>
            <w:tcBorders>
              <w:top w:val="single" w:sz="2" w:space="0" w:color="435169"/>
              <w:bottom w:val="single" w:sz="2" w:space="0" w:color="435169"/>
              <w:right w:val="single" w:sz="2" w:space="0" w:color="435169"/>
            </w:tcBorders>
            <w:shd w:val="clear" w:color="auto" w:fill="FFCC99"/>
          </w:tcPr>
          <w:p w:rsidR="00497E92" w:rsidRPr="00D13CEF" w:rsidRDefault="00497E92" w:rsidP="00F90583">
            <w:pPr>
              <w:pStyle w:val="Volume"/>
            </w:pPr>
            <w:r w:rsidRPr="00D13CEF">
              <w:t>Volume 1, Number 1</w:t>
            </w:r>
          </w:p>
        </w:tc>
      </w:tr>
      <w:tr w:rsidR="00497E92" w:rsidRPr="00D13CEF" w:rsidTr="00BF386E">
        <w:trPr>
          <w:trHeight w:val="1091"/>
          <w:jc w:val="center"/>
        </w:trPr>
        <w:tc>
          <w:tcPr>
            <w:tcW w:w="2787" w:type="dxa"/>
            <w:tcBorders>
              <w:top w:val="single" w:sz="2" w:space="0" w:color="435169"/>
              <w:left w:val="single" w:sz="2" w:space="0" w:color="435169"/>
              <w:bottom w:val="single" w:sz="2" w:space="0" w:color="435169"/>
              <w:right w:val="single" w:sz="2" w:space="0" w:color="435169"/>
            </w:tcBorders>
            <w:shd w:val="clear" w:color="auto" w:fill="EAEDF2"/>
          </w:tcPr>
          <w:p w:rsidR="009F6CBE" w:rsidRDefault="009F6CBE"/>
          <w:p w:rsidR="009F6CBE" w:rsidRDefault="009F6CBE"/>
          <w:tbl>
            <w:tblPr>
              <w:tblStyle w:val="TableGrid"/>
              <w:tblW w:w="2761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top w:w="72" w:type="dxa"/>
                <w:left w:w="115" w:type="dxa"/>
                <w:right w:w="115" w:type="dxa"/>
              </w:tblCellMar>
              <w:tblLook w:val="01E0" w:firstRow="1" w:lastRow="1" w:firstColumn="1" w:lastColumn="1" w:noHBand="0" w:noVBand="0"/>
            </w:tblPr>
            <w:tblGrid>
              <w:gridCol w:w="2761"/>
            </w:tblGrid>
            <w:tr w:rsidR="00497E92" w:rsidRPr="00172445" w:rsidTr="00F3180F">
              <w:trPr>
                <w:jc w:val="center"/>
              </w:trPr>
              <w:tc>
                <w:tcPr>
                  <w:tcW w:w="2761" w:type="dxa"/>
                  <w:tcMar>
                    <w:top w:w="2880" w:type="dxa"/>
                  </w:tcMar>
                </w:tcPr>
                <w:p w:rsidR="00D82464" w:rsidRPr="00F3180F" w:rsidRDefault="00F3180F" w:rsidP="00F3180F">
                  <w:pPr>
                    <w:pStyle w:val="StyleQuotationLeft0"/>
                    <w:rPr>
                      <w:rFonts w:ascii="Times New Roman" w:hAnsi="Times New Roman"/>
                      <w:b/>
                      <w:i w:val="0"/>
                      <w:sz w:val="28"/>
                      <w:szCs w:val="28"/>
                      <w:u w:val="single"/>
                    </w:rPr>
                  </w:pPr>
                  <w:r w:rsidRPr="00F3180F">
                    <w:rPr>
                      <w:rFonts w:ascii="Times New Roman" w:hAnsi="Times New Roman"/>
                      <w:b/>
                      <w:i w:val="0"/>
                      <w:color w:val="auto"/>
                      <w:sz w:val="28"/>
                      <w:szCs w:val="28"/>
                      <w:u w:val="single"/>
                    </w:rPr>
                    <w:t>Contact Information</w:t>
                  </w:r>
                </w:p>
              </w:tc>
            </w:tr>
          </w:tbl>
          <w:p w:rsidR="00D215D4" w:rsidRDefault="00D215D4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843B4C" w:rsidRPr="00D82464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>Armstrong Middle School</w:t>
            </w:r>
          </w:p>
          <w:p w:rsidR="00843B4C" w:rsidRPr="00D82464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 xml:space="preserve">475 </w:t>
            </w:r>
            <w:proofErr w:type="spellStart"/>
            <w:r w:rsidRPr="00D82464">
              <w:rPr>
                <w:rFonts w:ascii="Times New Roman" w:hAnsi="Times New Roman"/>
                <w:sz w:val="20"/>
                <w:szCs w:val="20"/>
              </w:rPr>
              <w:t>Wistar</w:t>
            </w:r>
            <w:proofErr w:type="spellEnd"/>
            <w:r w:rsidRPr="00D82464">
              <w:rPr>
                <w:rFonts w:ascii="Times New Roman" w:hAnsi="Times New Roman"/>
                <w:sz w:val="20"/>
                <w:szCs w:val="20"/>
              </w:rPr>
              <w:t xml:space="preserve"> Road</w:t>
            </w:r>
          </w:p>
          <w:p w:rsidR="00843B4C" w:rsidRPr="00D82464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>Fairless Hills, PA 19030</w:t>
            </w:r>
          </w:p>
          <w:p w:rsidR="00A45FB8" w:rsidRDefault="000A5AF6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>267.</w:t>
            </w:r>
            <w:r w:rsidR="004D044F">
              <w:rPr>
                <w:rFonts w:ascii="Times New Roman" w:hAnsi="Times New Roman"/>
                <w:sz w:val="20"/>
                <w:szCs w:val="20"/>
              </w:rPr>
              <w:t>599.2270</w:t>
            </w:r>
            <w:r w:rsidR="00A45FB8" w:rsidRPr="00D82464">
              <w:rPr>
                <w:rFonts w:ascii="Times New Roman" w:hAnsi="Times New Roman"/>
                <w:sz w:val="20"/>
                <w:szCs w:val="20"/>
              </w:rPr>
              <w:t xml:space="preserve"> (Office)</w:t>
            </w:r>
          </w:p>
          <w:p w:rsidR="00843B4C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A6000F" w:rsidRDefault="00A6000F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A6000F" w:rsidRPr="00D82464" w:rsidRDefault="00A6000F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843B4C" w:rsidRPr="00D82464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 xml:space="preserve">Karla </w:t>
            </w:r>
            <w:r w:rsidR="00E95CA7" w:rsidRPr="00D82464">
              <w:rPr>
                <w:rFonts w:ascii="Times New Roman" w:hAnsi="Times New Roman"/>
                <w:sz w:val="20"/>
                <w:szCs w:val="20"/>
              </w:rPr>
              <w:t>Davis</w:t>
            </w:r>
            <w:r w:rsidRPr="00D82464">
              <w:rPr>
                <w:rFonts w:ascii="Times New Roman" w:hAnsi="Times New Roman"/>
                <w:sz w:val="20"/>
                <w:szCs w:val="20"/>
              </w:rPr>
              <w:t xml:space="preserve"> Jones, M.Ed.</w:t>
            </w:r>
          </w:p>
          <w:p w:rsidR="00843B4C" w:rsidRPr="00D82464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>School Counselor</w:t>
            </w:r>
          </w:p>
          <w:p w:rsidR="008B7776" w:rsidRPr="00D82464" w:rsidRDefault="008B7776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>Editor</w:t>
            </w:r>
          </w:p>
          <w:p w:rsidR="00843B4C" w:rsidRPr="00C432DE" w:rsidRDefault="00F53095" w:rsidP="00843B4C">
            <w:pPr>
              <w:pStyle w:val="NoSpacing"/>
              <w:rPr>
                <w:rFonts w:ascii="Times New Roman" w:hAnsi="Times New Roman"/>
                <w:szCs w:val="18"/>
              </w:rPr>
            </w:pPr>
            <w:hyperlink r:id="rId10" w:history="1">
              <w:r w:rsidR="00F25F15" w:rsidRPr="00C432DE">
                <w:rPr>
                  <w:rStyle w:val="Hyperlink"/>
                  <w:rFonts w:ascii="Times New Roman" w:hAnsi="Times New Roman"/>
                  <w:szCs w:val="18"/>
                </w:rPr>
                <w:t>karla.jones@bristoltwpsd.org</w:t>
              </w:r>
            </w:hyperlink>
          </w:p>
          <w:p w:rsidR="00843B4C" w:rsidRPr="00A6000F" w:rsidRDefault="00584EBF" w:rsidP="00843B4C">
            <w:pPr>
              <w:pStyle w:val="NoSpacing"/>
              <w:rPr>
                <w:rFonts w:ascii="Times New Roman" w:hAnsi="Times New Roman"/>
                <w:szCs w:val="18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>267</w:t>
            </w:r>
            <w:r w:rsidR="00A66972" w:rsidRPr="00D82464">
              <w:rPr>
                <w:rFonts w:ascii="Times New Roman" w:hAnsi="Times New Roman"/>
                <w:sz w:val="20"/>
                <w:szCs w:val="20"/>
              </w:rPr>
              <w:t>.</w:t>
            </w:r>
            <w:r w:rsidRPr="00D82464">
              <w:rPr>
                <w:rFonts w:ascii="Times New Roman" w:hAnsi="Times New Roman"/>
                <w:sz w:val="20"/>
                <w:szCs w:val="20"/>
              </w:rPr>
              <w:t>599</w:t>
            </w:r>
            <w:r w:rsidR="00A66972" w:rsidRPr="00D82464">
              <w:rPr>
                <w:rFonts w:ascii="Times New Roman" w:hAnsi="Times New Roman"/>
                <w:sz w:val="20"/>
                <w:szCs w:val="20"/>
              </w:rPr>
              <w:t>.</w:t>
            </w:r>
            <w:r w:rsidRPr="00D82464">
              <w:rPr>
                <w:rFonts w:ascii="Times New Roman" w:hAnsi="Times New Roman"/>
                <w:sz w:val="20"/>
                <w:szCs w:val="20"/>
              </w:rPr>
              <w:t>2274</w:t>
            </w:r>
            <w:r w:rsidR="00843B4C" w:rsidRPr="00D824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43B4C" w:rsidRPr="00A6000F">
              <w:rPr>
                <w:rFonts w:ascii="Times New Roman" w:hAnsi="Times New Roman"/>
                <w:szCs w:val="18"/>
              </w:rPr>
              <w:t>(</w:t>
            </w:r>
            <w:r w:rsidR="00BF386E" w:rsidRPr="00A6000F">
              <w:rPr>
                <w:rFonts w:ascii="Times New Roman" w:hAnsi="Times New Roman"/>
                <w:szCs w:val="18"/>
              </w:rPr>
              <w:t>Voice</w:t>
            </w:r>
            <w:r w:rsidR="00A6000F" w:rsidRPr="00A6000F">
              <w:rPr>
                <w:rFonts w:ascii="Times New Roman" w:hAnsi="Times New Roman"/>
                <w:szCs w:val="18"/>
              </w:rPr>
              <w:t xml:space="preserve"> Mail</w:t>
            </w:r>
            <w:r w:rsidR="00BF386E" w:rsidRPr="00A6000F">
              <w:rPr>
                <w:rFonts w:ascii="Times New Roman" w:hAnsi="Times New Roman"/>
                <w:szCs w:val="18"/>
              </w:rPr>
              <w:t>)</w:t>
            </w:r>
          </w:p>
          <w:p w:rsidR="00D82464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>2</w:t>
            </w:r>
            <w:r w:rsidR="00A45FB8" w:rsidRPr="00D82464">
              <w:rPr>
                <w:rFonts w:ascii="Times New Roman" w:hAnsi="Times New Roman"/>
                <w:sz w:val="20"/>
                <w:szCs w:val="20"/>
              </w:rPr>
              <w:t>67.599.2299</w:t>
            </w:r>
            <w:r w:rsidRPr="00D824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6000F">
              <w:rPr>
                <w:rFonts w:ascii="Times New Roman" w:hAnsi="Times New Roman"/>
                <w:szCs w:val="18"/>
              </w:rPr>
              <w:t>(F</w:t>
            </w:r>
            <w:r w:rsidR="00A45FB8" w:rsidRPr="00A6000F">
              <w:rPr>
                <w:rFonts w:ascii="Times New Roman" w:hAnsi="Times New Roman"/>
                <w:szCs w:val="18"/>
              </w:rPr>
              <w:t>ax</w:t>
            </w:r>
            <w:r w:rsidRPr="00A6000F">
              <w:rPr>
                <w:rFonts w:ascii="Times New Roman" w:hAnsi="Times New Roman"/>
                <w:szCs w:val="18"/>
              </w:rPr>
              <w:t>)</w:t>
            </w:r>
          </w:p>
          <w:p w:rsidR="00166A50" w:rsidRPr="00C432DE" w:rsidRDefault="00F53095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Style w:val="Hyperlink"/>
                <w:noProof/>
                <w:szCs w:val="18"/>
                <w:u w:val="none"/>
              </w:rPr>
            </w:pPr>
            <w:hyperlink r:id="rId11" w:history="1">
              <w:r w:rsidR="00D82464" w:rsidRPr="00C432DE">
                <w:rPr>
                  <w:rStyle w:val="Hyperlink"/>
                  <w:rFonts w:ascii="Times New Roman" w:hAnsi="Times New Roman"/>
                  <w:szCs w:val="18"/>
                </w:rPr>
                <w:t>http://guidancenewsthatyoucanuse.wikispaces.com/</w:t>
              </w:r>
            </w:hyperlink>
          </w:p>
          <w:p w:rsidR="00473036" w:rsidRDefault="00473036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Style w:val="Hyperlink"/>
                <w:rFonts w:ascii="Times New Roman" w:hAnsi="Times New Roman"/>
                <w:sz w:val="20"/>
                <w:szCs w:val="20"/>
              </w:rPr>
            </w:pPr>
            <w:r w:rsidRPr="00D82464">
              <w:rPr>
                <w:rStyle w:val="Hyperlink"/>
                <w:noProof/>
                <w:u w:val="none"/>
              </w:rPr>
              <w:drawing>
                <wp:inline distT="0" distB="0" distL="0" distR="0" wp14:anchorId="6B24F15C" wp14:editId="034C573A">
                  <wp:extent cx="1181100" cy="1181100"/>
                  <wp:effectExtent l="0" t="0" r="0" b="0"/>
                  <wp:docPr id="4" name="Picture 4" descr="C:\Users\Karla\AppData\Local\Microsoft\Windows\INetCache\Content.Word\static_qr_code_without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Karla\AppData\Local\Microsoft\Windows\INetCache\Content.Word\static_qr_code_without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7850" w:rsidRPr="00CF7850" w:rsidRDefault="00CF7850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Style w:val="Hyperlink"/>
                <w:rFonts w:ascii="Times New Roman" w:hAnsi="Times New Roman"/>
                <w:i w:val="0"/>
                <w:color w:val="auto"/>
                <w:sz w:val="20"/>
                <w:szCs w:val="20"/>
                <w:u w:val="none"/>
              </w:rPr>
            </w:pPr>
            <w:r w:rsidRPr="00CF7850">
              <w:rPr>
                <w:rStyle w:val="Hyperlink"/>
                <w:rFonts w:ascii="Times New Roman" w:hAnsi="Times New Roman"/>
                <w:i w:val="0"/>
                <w:color w:val="auto"/>
                <w:sz w:val="20"/>
                <w:szCs w:val="20"/>
                <w:u w:val="none"/>
              </w:rPr>
              <w:t>Copyright 2016</w:t>
            </w:r>
          </w:p>
          <w:p w:rsidR="00432BF4" w:rsidRDefault="00421AEA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noProof/>
              </w:rPr>
            </w:pPr>
            <w:r>
              <w:rPr>
                <w:noProof/>
              </w:rPr>
              <w:t xml:space="preserve">  </w:t>
            </w:r>
            <w:r w:rsidRPr="00E73F8A">
              <w:rPr>
                <w:noProof/>
                <w:sz w:val="16"/>
                <w:szCs w:val="16"/>
              </w:rPr>
              <w:t xml:space="preserve">  </w:t>
            </w:r>
            <w:r w:rsidR="00D82464">
              <w:rPr>
                <w:noProof/>
              </w:rPr>
              <w:t xml:space="preserve">  </w:t>
            </w:r>
          </w:p>
          <w:p w:rsidR="001300ED" w:rsidRDefault="001300ED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noProof/>
                <w:sz w:val="36"/>
                <w:szCs w:val="36"/>
                <w:u w:val="single"/>
              </w:rPr>
            </w:pPr>
          </w:p>
          <w:p w:rsidR="00C432DE" w:rsidRDefault="00C432DE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noProof/>
                <w:sz w:val="36"/>
                <w:szCs w:val="36"/>
                <w:u w:val="single"/>
              </w:rPr>
            </w:pPr>
          </w:p>
          <w:p w:rsidR="00DD5F30" w:rsidRPr="009F00F6" w:rsidRDefault="00FB3BA1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noProof/>
                <w:sz w:val="36"/>
                <w:szCs w:val="36"/>
                <w:u w:val="single"/>
              </w:rPr>
            </w:pPr>
            <w:r w:rsidRPr="009F00F6">
              <w:rPr>
                <w:rFonts w:ascii="Times New Roman" w:hAnsi="Times New Roman"/>
                <w:b/>
                <w:noProof/>
                <w:sz w:val="36"/>
                <w:szCs w:val="36"/>
                <w:u w:val="single"/>
              </w:rPr>
              <w:t>Your next step</w:t>
            </w:r>
          </w:p>
          <w:p w:rsidR="00DD5F30" w:rsidRPr="005C22DE" w:rsidRDefault="00DD5F30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noProof/>
                <w:sz w:val="36"/>
                <w:szCs w:val="36"/>
              </w:rPr>
            </w:pPr>
            <w:r w:rsidRPr="005C22DE">
              <w:rPr>
                <w:rFonts w:ascii="Times New Roman" w:hAnsi="Times New Roman"/>
                <w:b/>
                <w:noProof/>
                <w:sz w:val="36"/>
                <w:szCs w:val="36"/>
              </w:rPr>
              <w:t xml:space="preserve">Once you have checked off </w:t>
            </w:r>
            <w:r w:rsidR="00007121">
              <w:rPr>
                <w:rFonts w:ascii="Times New Roman" w:hAnsi="Times New Roman"/>
                <w:noProof/>
                <w:color w:val="FF0000"/>
                <w:sz w:val="44"/>
                <w:szCs w:val="44"/>
              </w:rPr>
              <w:drawing>
                <wp:inline distT="0" distB="0" distL="0" distR="0" wp14:anchorId="22BB08D7" wp14:editId="7C4EDF7E">
                  <wp:extent cx="209550" cy="154405"/>
                  <wp:effectExtent l="0" t="0" r="0" b="0"/>
                  <wp:docPr id="2" name="Picture 2" descr="C:\Users\kjones\AppData\Local\Microsoft\Windows\Temporary Internet Files\Content.IE5\OKO6GKIL\large-right-check-166.6-6151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jones\AppData\Local\Microsoft\Windows\Temporary Internet Files\Content.IE5\OKO6GKIL\large-right-check-166.6-6151[1]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54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22DE">
              <w:rPr>
                <w:rFonts w:ascii="Times New Roman" w:hAnsi="Times New Roman"/>
                <w:b/>
                <w:noProof/>
                <w:sz w:val="36"/>
                <w:szCs w:val="36"/>
              </w:rPr>
              <w:t xml:space="preserve">these </w:t>
            </w:r>
            <w:r w:rsidR="006B6BE1">
              <w:rPr>
                <w:rFonts w:ascii="Times New Roman" w:hAnsi="Times New Roman"/>
                <w:b/>
                <w:noProof/>
                <w:sz w:val="36"/>
                <w:szCs w:val="36"/>
              </w:rPr>
              <w:t xml:space="preserve">three “action items,” you will be “plugged in” to </w:t>
            </w:r>
            <w:r w:rsidR="00DC2ABD">
              <w:rPr>
                <w:rFonts w:ascii="Times New Roman" w:hAnsi="Times New Roman"/>
                <w:b/>
                <w:noProof/>
                <w:sz w:val="36"/>
                <w:szCs w:val="36"/>
              </w:rPr>
              <w:t>A</w:t>
            </w:r>
            <w:r w:rsidR="00A84A3E">
              <w:rPr>
                <w:rFonts w:ascii="Times New Roman" w:hAnsi="Times New Roman"/>
                <w:b/>
                <w:noProof/>
                <w:sz w:val="36"/>
                <w:szCs w:val="36"/>
              </w:rPr>
              <w:t>rmstrong</w:t>
            </w:r>
            <w:r w:rsidR="00FB3BA1">
              <w:rPr>
                <w:rFonts w:ascii="Times New Roman" w:hAnsi="Times New Roman"/>
                <w:b/>
                <w:noProof/>
                <w:sz w:val="36"/>
                <w:szCs w:val="36"/>
              </w:rPr>
              <w:t>.</w:t>
            </w:r>
          </w:p>
          <w:p w:rsidR="00DD5F30" w:rsidRDefault="00DD5F30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noProof/>
                <w:sz w:val="40"/>
                <w:szCs w:val="40"/>
              </w:rPr>
            </w:pPr>
          </w:p>
          <w:p w:rsidR="009F00F6" w:rsidRDefault="009F00F6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noProof/>
                <w:sz w:val="40"/>
                <w:szCs w:val="40"/>
              </w:rPr>
            </w:pPr>
          </w:p>
          <w:p w:rsidR="005C22DE" w:rsidRDefault="00D34AE1" w:rsidP="005C22DE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noProof/>
                <w:sz w:val="36"/>
                <w:szCs w:val="36"/>
              </w:rPr>
            </w:pPr>
            <w:r>
              <w:rPr>
                <w:rFonts w:ascii="Times New Roman" w:hAnsi="Times New Roman"/>
                <w:b/>
                <w:noProof/>
                <w:sz w:val="36"/>
                <w:szCs w:val="36"/>
              </w:rPr>
              <w:t>If you have any</w:t>
            </w:r>
            <w:r w:rsidR="00D71232">
              <w:rPr>
                <w:rFonts w:ascii="Times New Roman" w:hAnsi="Times New Roman"/>
                <w:b/>
                <w:noProof/>
                <w:sz w:val="36"/>
                <w:szCs w:val="36"/>
              </w:rPr>
              <w:t xml:space="preserve"> </w:t>
            </w:r>
            <w:r w:rsidR="005C22DE" w:rsidRPr="005C22DE">
              <w:rPr>
                <w:rFonts w:ascii="Times New Roman" w:hAnsi="Times New Roman"/>
                <w:b/>
                <w:noProof/>
                <w:sz w:val="36"/>
                <w:szCs w:val="36"/>
              </w:rPr>
              <w:t>questions</w:t>
            </w:r>
            <w:r>
              <w:rPr>
                <w:rFonts w:ascii="Times New Roman" w:hAnsi="Times New Roman"/>
                <w:b/>
                <w:noProof/>
                <w:sz w:val="36"/>
                <w:szCs w:val="36"/>
              </w:rPr>
              <w:t xml:space="preserve"> about getting “plugged in</w:t>
            </w:r>
            <w:r w:rsidR="005C22DE" w:rsidRPr="005C22DE">
              <w:rPr>
                <w:rFonts w:ascii="Times New Roman" w:hAnsi="Times New Roman"/>
                <w:b/>
                <w:noProof/>
                <w:sz w:val="36"/>
                <w:szCs w:val="36"/>
              </w:rPr>
              <w:t>,</w:t>
            </w:r>
            <w:r>
              <w:rPr>
                <w:rFonts w:ascii="Times New Roman" w:hAnsi="Times New Roman"/>
                <w:b/>
                <w:noProof/>
                <w:sz w:val="36"/>
                <w:szCs w:val="36"/>
              </w:rPr>
              <w:t>”</w:t>
            </w:r>
            <w:r w:rsidR="005C22DE" w:rsidRPr="005C22DE">
              <w:rPr>
                <w:rFonts w:ascii="Times New Roman" w:hAnsi="Times New Roman"/>
                <w:b/>
                <w:noProof/>
                <w:sz w:val="36"/>
                <w:szCs w:val="36"/>
              </w:rPr>
              <w:t xml:space="preserve"> please call Miss Jones, Eighth Grade School Counselor</w:t>
            </w:r>
            <w:r w:rsidR="00DD5F30" w:rsidRPr="005C22DE">
              <w:rPr>
                <w:rFonts w:ascii="Times New Roman" w:hAnsi="Times New Roman"/>
                <w:b/>
                <w:noProof/>
                <w:sz w:val="36"/>
                <w:szCs w:val="36"/>
              </w:rPr>
              <w:t xml:space="preserve"> at 267.599.2274</w:t>
            </w:r>
            <w:r w:rsidR="005C22DE">
              <w:rPr>
                <w:rFonts w:ascii="Times New Roman" w:hAnsi="Times New Roman"/>
                <w:b/>
                <w:noProof/>
                <w:sz w:val="36"/>
                <w:szCs w:val="36"/>
              </w:rPr>
              <w:t xml:space="preserve">, </w:t>
            </w:r>
            <w:r w:rsidR="005C22DE" w:rsidRPr="005C22DE">
              <w:rPr>
                <w:rFonts w:ascii="Times New Roman" w:hAnsi="Times New Roman"/>
                <w:b/>
                <w:noProof/>
                <w:sz w:val="36"/>
                <w:szCs w:val="36"/>
              </w:rPr>
              <w:t>or, Mrs. Pursell, Guidance Secretary at 267.599.22</w:t>
            </w:r>
            <w:r w:rsidR="00DD42B4">
              <w:rPr>
                <w:rFonts w:ascii="Times New Roman" w:hAnsi="Times New Roman"/>
                <w:b/>
                <w:noProof/>
                <w:sz w:val="36"/>
                <w:szCs w:val="36"/>
              </w:rPr>
              <w:t>6</w:t>
            </w:r>
            <w:r w:rsidR="007A3201">
              <w:rPr>
                <w:rFonts w:ascii="Times New Roman" w:hAnsi="Times New Roman"/>
                <w:b/>
                <w:noProof/>
                <w:sz w:val="36"/>
                <w:szCs w:val="36"/>
              </w:rPr>
              <w:t>5</w:t>
            </w:r>
            <w:r w:rsidR="00DD42B4">
              <w:rPr>
                <w:rFonts w:ascii="Times New Roman" w:hAnsi="Times New Roman"/>
                <w:b/>
                <w:noProof/>
                <w:sz w:val="36"/>
                <w:szCs w:val="36"/>
              </w:rPr>
              <w:t>.</w:t>
            </w:r>
          </w:p>
          <w:p w:rsidR="000359E8" w:rsidRDefault="000359E8" w:rsidP="005C22DE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noProof/>
                <w:sz w:val="36"/>
                <w:szCs w:val="36"/>
              </w:rPr>
            </w:pPr>
          </w:p>
          <w:p w:rsidR="00E551F5" w:rsidRDefault="00E551F5" w:rsidP="005C22DE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noProof/>
                <w:sz w:val="36"/>
                <w:szCs w:val="36"/>
              </w:rPr>
            </w:pPr>
          </w:p>
          <w:p w:rsidR="000359E8" w:rsidRPr="00CF7850" w:rsidRDefault="000359E8" w:rsidP="000359E8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Style w:val="Hyperlink"/>
                <w:rFonts w:ascii="Times New Roman" w:hAnsi="Times New Roman"/>
                <w:i w:val="0"/>
                <w:color w:val="auto"/>
                <w:sz w:val="20"/>
                <w:szCs w:val="20"/>
                <w:u w:val="none"/>
              </w:rPr>
            </w:pPr>
            <w:r w:rsidRPr="00CF7850">
              <w:rPr>
                <w:rStyle w:val="Hyperlink"/>
                <w:rFonts w:ascii="Times New Roman" w:hAnsi="Times New Roman"/>
                <w:i w:val="0"/>
                <w:color w:val="auto"/>
                <w:sz w:val="20"/>
                <w:szCs w:val="20"/>
                <w:u w:val="none"/>
              </w:rPr>
              <w:t>Copyright 2016</w:t>
            </w:r>
          </w:p>
          <w:p w:rsidR="000359E8" w:rsidRDefault="000359E8" w:rsidP="005C22DE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noProof/>
                <w:sz w:val="36"/>
                <w:szCs w:val="36"/>
              </w:rPr>
            </w:pPr>
          </w:p>
          <w:p w:rsidR="000359E8" w:rsidRDefault="000359E8" w:rsidP="005C22DE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noProof/>
                <w:sz w:val="36"/>
                <w:szCs w:val="36"/>
              </w:rPr>
            </w:pPr>
          </w:p>
          <w:p w:rsidR="00CF7850" w:rsidRDefault="00CF7850" w:rsidP="005C22DE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noProof/>
                <w:sz w:val="36"/>
                <w:szCs w:val="36"/>
              </w:rPr>
            </w:pPr>
          </w:p>
          <w:p w:rsidR="00CF7850" w:rsidRDefault="00CF7850" w:rsidP="005C22DE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noProof/>
                <w:sz w:val="36"/>
                <w:szCs w:val="36"/>
              </w:rPr>
            </w:pPr>
          </w:p>
          <w:p w:rsidR="000359E8" w:rsidRDefault="000359E8" w:rsidP="005C22DE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noProof/>
                <w:sz w:val="36"/>
                <w:szCs w:val="36"/>
              </w:rPr>
            </w:pPr>
          </w:p>
          <w:p w:rsidR="00DC2ABD" w:rsidRDefault="00DC2ABD" w:rsidP="005C22DE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noProof/>
                <w:sz w:val="36"/>
                <w:szCs w:val="36"/>
              </w:rPr>
            </w:pPr>
          </w:p>
          <w:p w:rsidR="00CF7850" w:rsidRDefault="00CF7850" w:rsidP="005C22DE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sz w:val="36"/>
                <w:szCs w:val="36"/>
              </w:rPr>
            </w:pPr>
            <w:r w:rsidRPr="00CF7850">
              <w:rPr>
                <w:rFonts w:ascii="Times New Roman" w:hAnsi="Times New Roman"/>
                <w:b/>
                <w:noProof/>
                <w:sz w:val="36"/>
                <w:szCs w:val="36"/>
              </w:rPr>
              <w:t xml:space="preserve">All of these links are available on Guidance News That You Can Use; </w:t>
            </w:r>
            <w:r w:rsidRPr="00CF7850">
              <w:rPr>
                <w:rFonts w:ascii="Times New Roman" w:hAnsi="Times New Roman"/>
                <w:b/>
                <w:sz w:val="36"/>
                <w:szCs w:val="36"/>
              </w:rPr>
              <w:t>Armstrong’s Eighth Grade Guidance Department webpage</w:t>
            </w:r>
          </w:p>
          <w:p w:rsidR="00CF7850" w:rsidRDefault="00F53095" w:rsidP="00CF7850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Style w:val="Hyperlink"/>
                <w:rFonts w:ascii="Times New Roman" w:hAnsi="Times New Roman"/>
                <w:sz w:val="20"/>
                <w:szCs w:val="20"/>
              </w:rPr>
            </w:pPr>
            <w:hyperlink r:id="rId14" w:history="1">
              <w:r w:rsidR="00CF7850" w:rsidRPr="009A1AB7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http://guidancenewsthatyoucanuse.wikispaces.com/</w:t>
              </w:r>
            </w:hyperlink>
          </w:p>
          <w:p w:rsidR="00CF7850" w:rsidRDefault="00CF7850" w:rsidP="00CF7850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Style w:val="Hyperlink"/>
                <w:noProof/>
                <w:u w:val="none"/>
              </w:rPr>
              <w:drawing>
                <wp:inline distT="0" distB="0" distL="0" distR="0" wp14:anchorId="78E0EF3D" wp14:editId="6846EAC6">
                  <wp:extent cx="1181100" cy="1181100"/>
                  <wp:effectExtent l="0" t="0" r="0" b="0"/>
                  <wp:docPr id="13" name="Picture 13" descr="C:\Users\Karla\AppData\Local\Microsoft\Windows\INetCache\Content.Word\static_qr_code_without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Karla\AppData\Local\Microsoft\Windows\INetCache\Content.Word\static_qr_code_without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1C99" w:rsidRDefault="00151C99" w:rsidP="000359E8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Style w:val="Hyperlink"/>
                <w:rFonts w:ascii="Times New Roman" w:hAnsi="Times New Roman"/>
                <w:i w:val="0"/>
                <w:color w:val="auto"/>
                <w:sz w:val="20"/>
                <w:szCs w:val="20"/>
                <w:u w:val="none"/>
              </w:rPr>
            </w:pPr>
          </w:p>
          <w:p w:rsidR="000359E8" w:rsidRPr="00CF7850" w:rsidRDefault="000359E8" w:rsidP="000359E8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Style w:val="Hyperlink"/>
                <w:rFonts w:ascii="Times New Roman" w:hAnsi="Times New Roman"/>
                <w:i w:val="0"/>
                <w:color w:val="auto"/>
                <w:sz w:val="20"/>
                <w:szCs w:val="20"/>
                <w:u w:val="none"/>
              </w:rPr>
            </w:pPr>
            <w:r w:rsidRPr="00CF7850">
              <w:rPr>
                <w:rStyle w:val="Hyperlink"/>
                <w:rFonts w:ascii="Times New Roman" w:hAnsi="Times New Roman"/>
                <w:i w:val="0"/>
                <w:color w:val="auto"/>
                <w:sz w:val="20"/>
                <w:szCs w:val="20"/>
                <w:u w:val="none"/>
              </w:rPr>
              <w:t>Copyright 2016</w:t>
            </w:r>
          </w:p>
          <w:p w:rsidR="000359E8" w:rsidRDefault="000359E8" w:rsidP="00CF7850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sz w:val="20"/>
                <w:szCs w:val="20"/>
              </w:rPr>
            </w:pPr>
          </w:p>
          <w:p w:rsidR="00CF7850" w:rsidRDefault="00CF7850" w:rsidP="005C22DE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sz w:val="36"/>
                <w:szCs w:val="36"/>
              </w:rPr>
            </w:pPr>
          </w:p>
          <w:p w:rsidR="00CF7850" w:rsidRPr="00CF7850" w:rsidRDefault="00CF7850" w:rsidP="005C22DE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8840" w:type="dxa"/>
            <w:tcBorders>
              <w:top w:val="single" w:sz="2" w:space="0" w:color="435169"/>
              <w:left w:val="single" w:sz="2" w:space="0" w:color="435169"/>
              <w:bottom w:val="single" w:sz="2" w:space="0" w:color="435169"/>
              <w:right w:val="single" w:sz="2" w:space="0" w:color="435169"/>
            </w:tcBorders>
          </w:tcPr>
          <w:p w:rsidR="00F375AD" w:rsidRPr="00F92CCF" w:rsidRDefault="006E0945" w:rsidP="00F375AD">
            <w:pPr>
              <w:rPr>
                <w:rFonts w:ascii="Times New Roman" w:hAnsi="Times New Roman"/>
                <w:sz w:val="34"/>
                <w:szCs w:val="34"/>
              </w:rPr>
            </w:pPr>
            <w:r w:rsidRPr="00F92CCF">
              <w:rPr>
                <w:rFonts w:ascii="Times New Roman" w:hAnsi="Times New Roman"/>
                <w:sz w:val="34"/>
                <w:szCs w:val="34"/>
              </w:rPr>
              <w:lastRenderedPageBreak/>
              <w:t>Welcome to Armstrong Middle School</w:t>
            </w:r>
            <w:r w:rsidR="00C64FE1" w:rsidRPr="00F92CCF">
              <w:rPr>
                <w:rFonts w:ascii="Times New Roman" w:hAnsi="Times New Roman"/>
                <w:sz w:val="34"/>
                <w:szCs w:val="34"/>
              </w:rPr>
              <w:t xml:space="preserve"> Open House</w:t>
            </w:r>
            <w:r w:rsidR="00F92CCF" w:rsidRPr="00F92CCF">
              <w:rPr>
                <w:rFonts w:ascii="Times New Roman" w:hAnsi="Times New Roman"/>
                <w:sz w:val="34"/>
                <w:szCs w:val="34"/>
              </w:rPr>
              <w:t xml:space="preserve"> 2016</w:t>
            </w:r>
            <w:r w:rsidRPr="00F92CCF">
              <w:rPr>
                <w:rFonts w:ascii="Times New Roman" w:hAnsi="Times New Roman"/>
                <w:sz w:val="34"/>
                <w:szCs w:val="34"/>
              </w:rPr>
              <w:t>!</w:t>
            </w:r>
          </w:p>
          <w:p w:rsidR="006E0945" w:rsidRDefault="006E0945" w:rsidP="00F375A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C52FC" w:rsidRDefault="008C52FC" w:rsidP="00F375A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B6D1B" w:rsidRDefault="006E0945" w:rsidP="00F375A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Hello</w:t>
            </w:r>
            <w:r w:rsidR="003D62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375AD" w:rsidRPr="00000F9F">
              <w:rPr>
                <w:rFonts w:ascii="Times New Roman" w:hAnsi="Times New Roman"/>
                <w:sz w:val="28"/>
                <w:szCs w:val="28"/>
              </w:rPr>
              <w:t>Parents and Guardians,</w:t>
            </w:r>
            <w:r w:rsidR="00432BF4" w:rsidRPr="00000F9F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:rsidR="00110010" w:rsidRDefault="00110010" w:rsidP="00F375A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375AD" w:rsidRPr="00000F9F" w:rsidRDefault="00110010" w:rsidP="00F375A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As your child’s school counselor, t</w:t>
            </w:r>
            <w:r w:rsidRPr="00110010">
              <w:rPr>
                <w:rFonts w:ascii="Times New Roman" w:hAnsi="Times New Roman"/>
                <w:sz w:val="28"/>
                <w:szCs w:val="28"/>
              </w:rPr>
              <w:t xml:space="preserve">wo of my primary goals include assisting your child in successfully completing eighth grade while also helping him/her prepare for the transition to high school.  Throughout the school year, I will be meeting with your child and will keep you informed </w:t>
            </w:r>
            <w:r w:rsidRPr="00076A10">
              <w:rPr>
                <w:rFonts w:ascii="Times New Roman" w:hAnsi="Times New Roman"/>
                <w:sz w:val="28"/>
                <w:szCs w:val="28"/>
              </w:rPr>
              <w:t xml:space="preserve">regarding </w:t>
            </w:r>
            <w:r w:rsidR="00076A10" w:rsidRPr="00076A10">
              <w:rPr>
                <w:rFonts w:ascii="Times New Roman" w:hAnsi="Times New Roman"/>
                <w:sz w:val="28"/>
                <w:szCs w:val="28"/>
              </w:rPr>
              <w:t xml:space="preserve">guidance related issues </w:t>
            </w:r>
            <w:r w:rsidRPr="00076A10">
              <w:rPr>
                <w:rFonts w:ascii="Times New Roman" w:hAnsi="Times New Roman"/>
                <w:sz w:val="28"/>
                <w:szCs w:val="28"/>
              </w:rPr>
              <w:t>or</w:t>
            </w:r>
            <w:r w:rsidRPr="00110010">
              <w:rPr>
                <w:rFonts w:ascii="Times New Roman" w:hAnsi="Times New Roman"/>
                <w:sz w:val="28"/>
                <w:szCs w:val="28"/>
              </w:rPr>
              <w:t xml:space="preserve"> actions on your part.  </w:t>
            </w:r>
            <w:r w:rsidR="00432BF4" w:rsidRPr="00000F9F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</w:p>
          <w:p w:rsidR="00F375AD" w:rsidRPr="00000F9F" w:rsidRDefault="00F375AD" w:rsidP="00F375A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1785C" w:rsidRDefault="00F375AD" w:rsidP="0061785C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00F9F">
              <w:rPr>
                <w:rFonts w:ascii="Times New Roman" w:hAnsi="Times New Roman"/>
                <w:sz w:val="28"/>
                <w:szCs w:val="28"/>
              </w:rPr>
              <w:t xml:space="preserve">It is </w:t>
            </w:r>
            <w:r w:rsidR="00A2792B" w:rsidRPr="00000F9F">
              <w:rPr>
                <w:rFonts w:ascii="Times New Roman" w:hAnsi="Times New Roman"/>
                <w:sz w:val="28"/>
                <w:szCs w:val="28"/>
              </w:rPr>
              <w:t>my</w:t>
            </w:r>
            <w:r w:rsidRPr="00000F9F">
              <w:rPr>
                <w:rFonts w:ascii="Times New Roman" w:hAnsi="Times New Roman"/>
                <w:sz w:val="28"/>
                <w:szCs w:val="28"/>
              </w:rPr>
              <w:t xml:space="preserve"> pleasure to introduce </w:t>
            </w:r>
            <w:r w:rsidR="00590199">
              <w:rPr>
                <w:rFonts w:ascii="Times New Roman" w:hAnsi="Times New Roman"/>
                <w:sz w:val="28"/>
                <w:szCs w:val="28"/>
              </w:rPr>
              <w:t xml:space="preserve">to </w:t>
            </w:r>
            <w:r w:rsidRPr="00000F9F">
              <w:rPr>
                <w:rFonts w:ascii="Times New Roman" w:hAnsi="Times New Roman"/>
                <w:sz w:val="28"/>
                <w:szCs w:val="28"/>
              </w:rPr>
              <w:t>you</w:t>
            </w:r>
            <w:r w:rsidR="00BB07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85BAE">
              <w:rPr>
                <w:rFonts w:ascii="Times New Roman" w:hAnsi="Times New Roman"/>
                <w:sz w:val="28"/>
                <w:szCs w:val="28"/>
              </w:rPr>
              <w:t xml:space="preserve">this </w:t>
            </w:r>
            <w:r w:rsidR="00B336DD">
              <w:rPr>
                <w:rFonts w:ascii="Times New Roman" w:hAnsi="Times New Roman"/>
                <w:b/>
                <w:i/>
                <w:sz w:val="28"/>
                <w:szCs w:val="28"/>
              </w:rPr>
              <w:t>newsletter, G</w:t>
            </w:r>
            <w:r w:rsidR="00BB0710" w:rsidRPr="00000F9F">
              <w:rPr>
                <w:rFonts w:ascii="Times New Roman" w:hAnsi="Times New Roman"/>
                <w:b/>
                <w:i/>
                <w:sz w:val="28"/>
                <w:szCs w:val="28"/>
              </w:rPr>
              <w:t>uidance News That You Can Use</w:t>
            </w:r>
            <w:r w:rsidR="005262A1"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  <w:r w:rsidR="0061785C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</w:t>
            </w:r>
            <w:r w:rsidR="0061785C" w:rsidRPr="005262A1">
              <w:rPr>
                <w:rFonts w:ascii="Times New Roman" w:hAnsi="Times New Roman"/>
                <w:sz w:val="28"/>
                <w:szCs w:val="28"/>
              </w:rPr>
              <w:t>The</w:t>
            </w:r>
            <w:r w:rsidR="0061785C" w:rsidRPr="000746C2">
              <w:rPr>
                <w:rFonts w:ascii="Times New Roman" w:hAnsi="Times New Roman"/>
                <w:sz w:val="28"/>
                <w:szCs w:val="28"/>
              </w:rPr>
              <w:t xml:space="preserve"> purpose</w:t>
            </w:r>
            <w:r w:rsidR="0061785C">
              <w:rPr>
                <w:rFonts w:ascii="Times New Roman" w:hAnsi="Times New Roman"/>
                <w:sz w:val="28"/>
                <w:szCs w:val="28"/>
              </w:rPr>
              <w:t xml:space="preserve"> of the newsletter</w:t>
            </w:r>
            <w:r w:rsidR="0061785C" w:rsidRPr="000746C2">
              <w:rPr>
                <w:rFonts w:ascii="Times New Roman" w:hAnsi="Times New Roman"/>
                <w:sz w:val="28"/>
                <w:szCs w:val="28"/>
              </w:rPr>
              <w:t xml:space="preserve"> is to</w:t>
            </w:r>
            <w:r w:rsidR="0061785C">
              <w:rPr>
                <w:rFonts w:ascii="Times New Roman" w:hAnsi="Times New Roman"/>
                <w:sz w:val="24"/>
              </w:rPr>
              <w:t xml:space="preserve"> </w:t>
            </w:r>
            <w:r w:rsidR="0061785C" w:rsidRPr="00000F9F">
              <w:rPr>
                <w:rFonts w:ascii="Times New Roman" w:hAnsi="Times New Roman"/>
                <w:sz w:val="28"/>
                <w:szCs w:val="28"/>
              </w:rPr>
              <w:t>feature available resources on Armstrong’s</w:t>
            </w:r>
            <w:r w:rsidR="0061785C">
              <w:rPr>
                <w:rFonts w:ascii="Times New Roman" w:hAnsi="Times New Roman"/>
                <w:sz w:val="28"/>
                <w:szCs w:val="28"/>
              </w:rPr>
              <w:t xml:space="preserve"> eighth grade</w:t>
            </w:r>
            <w:r w:rsidR="0061785C" w:rsidRPr="00000F9F">
              <w:rPr>
                <w:rFonts w:ascii="Times New Roman" w:hAnsi="Times New Roman"/>
                <w:sz w:val="28"/>
                <w:szCs w:val="28"/>
              </w:rPr>
              <w:t xml:space="preserve"> Guidance Department </w:t>
            </w:r>
            <w:r w:rsidR="0061785C" w:rsidRPr="00285BAE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webpage </w:t>
            </w:r>
            <w:r w:rsidR="0061785C">
              <w:rPr>
                <w:rFonts w:ascii="Times New Roman" w:hAnsi="Times New Roman"/>
                <w:sz w:val="28"/>
                <w:szCs w:val="28"/>
              </w:rPr>
              <w:t xml:space="preserve">of the same name </w:t>
            </w:r>
            <w:r w:rsidR="00492128">
              <w:rPr>
                <w:rFonts w:ascii="Times New Roman" w:hAnsi="Times New Roman"/>
                <w:b/>
                <w:i/>
                <w:sz w:val="28"/>
                <w:szCs w:val="28"/>
              </w:rPr>
              <w:t>Guidance News That You Can Use</w:t>
            </w:r>
            <w:r w:rsidR="0061785C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</w:p>
          <w:p w:rsidR="00E261B1" w:rsidRDefault="00F53095" w:rsidP="0061785C">
            <w:pPr>
              <w:rPr>
                <w:rFonts w:ascii="Times New Roman" w:hAnsi="Times New Roman"/>
                <w:sz w:val="28"/>
                <w:szCs w:val="28"/>
              </w:rPr>
            </w:pPr>
            <w:hyperlink r:id="rId15" w:history="1">
              <w:r w:rsidR="0061785C" w:rsidRPr="00DD49E5">
                <w:rPr>
                  <w:rStyle w:val="Hyperlink"/>
                  <w:rFonts w:ascii="Times New Roman" w:hAnsi="Times New Roman"/>
                  <w:sz w:val="24"/>
                </w:rPr>
                <w:t>http://guidancenewsthatyoucanuse.wikispaces.com</w:t>
              </w:r>
            </w:hyperlink>
            <w:r w:rsidR="0061785C" w:rsidRPr="00DD49E5">
              <w:rPr>
                <w:rFonts w:ascii="Times New Roman" w:hAnsi="Times New Roman"/>
                <w:sz w:val="24"/>
              </w:rPr>
              <w:t>.</w:t>
            </w:r>
            <w:r w:rsidR="0061785C">
              <w:rPr>
                <w:rFonts w:ascii="Times New Roman" w:hAnsi="Times New Roman"/>
                <w:sz w:val="24"/>
              </w:rPr>
              <w:t xml:space="preserve">  </w:t>
            </w:r>
            <w:r w:rsidR="0061785C" w:rsidRPr="0061785C">
              <w:rPr>
                <w:rFonts w:ascii="Times New Roman" w:hAnsi="Times New Roman"/>
                <w:sz w:val="28"/>
                <w:szCs w:val="28"/>
              </w:rPr>
              <w:t xml:space="preserve">All editions of the </w:t>
            </w:r>
            <w:r w:rsidR="0061785C" w:rsidRPr="00492128">
              <w:rPr>
                <w:rFonts w:ascii="Times New Roman" w:hAnsi="Times New Roman"/>
                <w:b/>
                <w:i/>
                <w:sz w:val="28"/>
                <w:szCs w:val="28"/>
              </w:rPr>
              <w:t>newsletter</w:t>
            </w:r>
            <w:r w:rsidR="0061785C" w:rsidRPr="0061785C">
              <w:rPr>
                <w:rFonts w:ascii="Times New Roman" w:hAnsi="Times New Roman"/>
                <w:sz w:val="28"/>
                <w:szCs w:val="28"/>
              </w:rPr>
              <w:t xml:space="preserve"> can be</w:t>
            </w:r>
            <w:r w:rsidR="005262A1" w:rsidRPr="005262A1">
              <w:rPr>
                <w:rFonts w:ascii="Times New Roman" w:hAnsi="Times New Roman"/>
                <w:sz w:val="28"/>
                <w:szCs w:val="28"/>
              </w:rPr>
              <w:t xml:space="preserve"> found at this link:</w:t>
            </w:r>
            <w:r w:rsidR="000746C2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hyperlink r:id="rId16" w:history="1">
              <w:r w:rsidR="00285BAE" w:rsidRPr="005565F9">
                <w:rPr>
                  <w:rStyle w:val="Hyperlink"/>
                  <w:rFonts w:ascii="Times New Roman" w:hAnsi="Times New Roman"/>
                  <w:sz w:val="24"/>
                </w:rPr>
                <w:t>http://guidancenewsthatyoucanuse.wikispaces.com/Guidance+News+That+You+Can+Use+Newsletter</w:t>
              </w:r>
            </w:hyperlink>
            <w:r w:rsidR="00285BAE" w:rsidRPr="00285BAE">
              <w:rPr>
                <w:rStyle w:val="Hyperlink"/>
                <w:rFonts w:ascii="Times New Roman" w:hAnsi="Times New Roman"/>
                <w:sz w:val="24"/>
                <w:u w:val="none"/>
              </w:rPr>
              <w:t>.</w:t>
            </w:r>
            <w:r w:rsidR="00285BAE">
              <w:rPr>
                <w:rFonts w:ascii="Times New Roman" w:hAnsi="Times New Roman"/>
                <w:sz w:val="24"/>
              </w:rPr>
              <w:t xml:space="preserve"> </w:t>
            </w:r>
            <w:r w:rsidR="005262A1">
              <w:rPr>
                <w:rFonts w:ascii="Times New Roman" w:hAnsi="Times New Roman"/>
                <w:sz w:val="24"/>
              </w:rPr>
              <w:t xml:space="preserve">  </w:t>
            </w:r>
          </w:p>
          <w:p w:rsidR="00C64FE1" w:rsidRDefault="00C64FE1" w:rsidP="00F375A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64FE1" w:rsidRDefault="0031142F" w:rsidP="00F375A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On the reverse side of</w:t>
            </w:r>
            <w:r w:rsidR="003A50F6">
              <w:rPr>
                <w:rFonts w:ascii="Times New Roman" w:hAnsi="Times New Roman"/>
                <w:sz w:val="28"/>
                <w:szCs w:val="28"/>
              </w:rPr>
              <w:t xml:space="preserve"> this newsletter, </w:t>
            </w:r>
            <w:r w:rsidR="004A5D08">
              <w:rPr>
                <w:rFonts w:ascii="Times New Roman" w:hAnsi="Times New Roman"/>
                <w:sz w:val="28"/>
                <w:szCs w:val="28"/>
              </w:rPr>
              <w:t>please complete the following:</w:t>
            </w:r>
          </w:p>
          <w:p w:rsidR="00C64FE1" w:rsidRDefault="00F13081" w:rsidP="00C64FE1">
            <w:pPr>
              <w:rPr>
                <w:rFonts w:ascii="Times New Roman" w:hAnsi="Times New Roman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173EA3">
              <w:rPr>
                <w:rFonts w:ascii="Times New Roman" w:hAnsi="Times New Roman"/>
                <w:b/>
                <w:sz w:val="28"/>
                <w:szCs w:val="28"/>
              </w:rPr>
              <w:t xml:space="preserve">.  </w:t>
            </w:r>
            <w:r w:rsidR="00695E04" w:rsidRPr="00820165">
              <w:rPr>
                <w:rFonts w:ascii="Times New Roman" w:hAnsi="Times New Roman"/>
                <w:b/>
                <w:sz w:val="28"/>
                <w:szCs w:val="28"/>
              </w:rPr>
              <w:t xml:space="preserve">Check </w:t>
            </w:r>
            <w:r w:rsidR="00B45CE7" w:rsidRPr="00820165">
              <w:rPr>
                <w:rFonts w:ascii="Times New Roman" w:hAnsi="Times New Roman"/>
                <w:b/>
                <w:sz w:val="28"/>
                <w:szCs w:val="28"/>
              </w:rPr>
              <w:t>o</w:t>
            </w:r>
            <w:r w:rsidR="00695E04" w:rsidRPr="00820165">
              <w:rPr>
                <w:rFonts w:ascii="Times New Roman" w:hAnsi="Times New Roman"/>
                <w:b/>
                <w:sz w:val="28"/>
                <w:szCs w:val="28"/>
              </w:rPr>
              <w:t>ff</w:t>
            </w:r>
            <w:r w:rsidR="0082016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820165">
              <w:rPr>
                <w:rFonts w:ascii="Times New Roman" w:hAnsi="Times New Roman"/>
                <w:noProof/>
                <w:color w:val="FF0000"/>
                <w:sz w:val="44"/>
                <w:szCs w:val="44"/>
              </w:rPr>
              <w:drawing>
                <wp:inline distT="0" distB="0" distL="0" distR="0" wp14:anchorId="03A99243" wp14:editId="1B5CD023">
                  <wp:extent cx="284389" cy="209550"/>
                  <wp:effectExtent l="0" t="0" r="1905" b="0"/>
                  <wp:docPr id="7" name="Picture 7" descr="C:\Users\kjones\AppData\Local\Microsoft\Windows\Temporary Internet Files\Content.IE5\OKO6GKIL\large-right-check-166.6-6151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jones\AppData\Local\Microsoft\Windows\Temporary Internet Files\Content.IE5\OKO6GKIL\large-right-check-166.6-6151[1]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389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95E04" w:rsidRPr="00695E04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the </w:t>
            </w:r>
            <w:r w:rsidR="00C64FE1" w:rsidRPr="00695E04">
              <w:rPr>
                <w:rFonts w:ascii="Times New Roman" w:hAnsi="Times New Roman"/>
                <w:b/>
                <w:i/>
                <w:sz w:val="28"/>
                <w:szCs w:val="28"/>
              </w:rPr>
              <w:t>Parents</w:t>
            </w:r>
            <w:r w:rsidR="00B569DB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and</w:t>
            </w:r>
            <w:r w:rsidR="007604F2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="00C64FE1" w:rsidRPr="00BE6E15">
              <w:rPr>
                <w:rFonts w:ascii="Times New Roman" w:hAnsi="Times New Roman"/>
                <w:b/>
                <w:i/>
                <w:sz w:val="28"/>
                <w:szCs w:val="28"/>
              </w:rPr>
              <w:t>Guardians</w:t>
            </w:r>
            <w:r w:rsidR="00B569DB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="00A0640C">
              <w:rPr>
                <w:rFonts w:ascii="Times New Roman" w:hAnsi="Times New Roman"/>
                <w:b/>
                <w:i/>
                <w:sz w:val="28"/>
                <w:szCs w:val="28"/>
              </w:rPr>
              <w:t>Action Items</w:t>
            </w:r>
            <w:r w:rsidR="00820165"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  <w:r w:rsidR="00A0640C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</w:p>
          <w:p w:rsidR="00695E04" w:rsidRDefault="00695E04" w:rsidP="00B45CE7">
            <w:pPr>
              <w:pStyle w:val="NoSpacing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82016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822F3" w:rsidRPr="00000F9F" w:rsidRDefault="006A4495" w:rsidP="002822F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When </w:t>
            </w:r>
            <w:r w:rsidR="00E95CA7" w:rsidRPr="00000F9F">
              <w:rPr>
                <w:rFonts w:ascii="Times New Roman" w:hAnsi="Times New Roman"/>
                <w:sz w:val="28"/>
                <w:szCs w:val="28"/>
              </w:rPr>
              <w:t xml:space="preserve">you have any questions, please contact </w:t>
            </w:r>
            <w:r w:rsidR="002822F3" w:rsidRPr="00000F9F">
              <w:rPr>
                <w:rFonts w:ascii="Times New Roman" w:hAnsi="Times New Roman"/>
                <w:sz w:val="28"/>
                <w:szCs w:val="28"/>
              </w:rPr>
              <w:t xml:space="preserve">me at </w:t>
            </w:r>
            <w:r w:rsidR="00B20486">
              <w:rPr>
                <w:rFonts w:ascii="Times New Roman" w:hAnsi="Times New Roman"/>
                <w:sz w:val="28"/>
                <w:szCs w:val="28"/>
              </w:rPr>
              <w:t>267</w:t>
            </w:r>
            <w:r w:rsidR="00FE154A">
              <w:rPr>
                <w:rFonts w:ascii="Times New Roman" w:hAnsi="Times New Roman"/>
                <w:sz w:val="28"/>
                <w:szCs w:val="28"/>
              </w:rPr>
              <w:t>.</w:t>
            </w:r>
            <w:r w:rsidR="00B20486">
              <w:rPr>
                <w:rFonts w:ascii="Times New Roman" w:hAnsi="Times New Roman"/>
                <w:sz w:val="28"/>
                <w:szCs w:val="28"/>
              </w:rPr>
              <w:t>599</w:t>
            </w:r>
            <w:r w:rsidR="00FE154A">
              <w:rPr>
                <w:rFonts w:ascii="Times New Roman" w:hAnsi="Times New Roman"/>
                <w:sz w:val="28"/>
                <w:szCs w:val="28"/>
              </w:rPr>
              <w:t>.</w:t>
            </w:r>
            <w:r w:rsidR="00B20486">
              <w:rPr>
                <w:rFonts w:ascii="Times New Roman" w:hAnsi="Times New Roman"/>
                <w:sz w:val="28"/>
                <w:szCs w:val="28"/>
              </w:rPr>
              <w:t>2274</w:t>
            </w:r>
            <w:r w:rsidR="002822F3" w:rsidRPr="00000F9F">
              <w:rPr>
                <w:rFonts w:ascii="Times New Roman" w:hAnsi="Times New Roman"/>
                <w:sz w:val="28"/>
                <w:szCs w:val="28"/>
              </w:rPr>
              <w:t xml:space="preserve"> or </w:t>
            </w:r>
            <w:hyperlink r:id="rId18" w:history="1">
              <w:r w:rsidR="002822F3" w:rsidRPr="004B2BB3">
                <w:rPr>
                  <w:rStyle w:val="Hyperlink"/>
                  <w:rFonts w:ascii="Times New Roman" w:hAnsi="Times New Roman"/>
                  <w:sz w:val="24"/>
                  <w:shd w:val="clear" w:color="auto" w:fill="FFFFFF"/>
                </w:rPr>
                <w:t>karla.jones@bristoltwpsd.org</w:t>
              </w:r>
            </w:hyperlink>
            <w:r w:rsidR="002822F3" w:rsidRPr="00000F9F">
              <w:rPr>
                <w:rStyle w:val="Hyperlink"/>
                <w:rFonts w:ascii="Times New Roman" w:hAnsi="Times New Roman"/>
                <w:sz w:val="28"/>
                <w:szCs w:val="28"/>
                <w:u w:val="none"/>
                <w:shd w:val="clear" w:color="auto" w:fill="FFFFFF"/>
              </w:rPr>
              <w:t xml:space="preserve">.   </w:t>
            </w:r>
            <w:r w:rsidR="002822F3" w:rsidRPr="00000F9F">
              <w:rPr>
                <w:rStyle w:val="Hyperlink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  <w:t>My very best to you and your child for a successful and enjoyable school year.</w:t>
            </w:r>
            <w:r w:rsidR="002822F3" w:rsidRPr="00000F9F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</w:p>
          <w:p w:rsidR="00E95CA7" w:rsidRPr="00000F9F" w:rsidRDefault="002822F3" w:rsidP="00AD5F24">
            <w:pPr>
              <w:pStyle w:val="Date"/>
              <w:rPr>
                <w:rFonts w:ascii="Times New Roman" w:hAnsi="Times New Roman"/>
                <w:sz w:val="28"/>
                <w:szCs w:val="28"/>
              </w:rPr>
            </w:pPr>
            <w:r w:rsidRPr="00000F9F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hyperlink r:id="rId19" w:history="1"/>
            <w:r w:rsidRPr="00000F9F">
              <w:rPr>
                <w:rStyle w:val="Hyperlink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  <w:t xml:space="preserve"> </w:t>
            </w:r>
            <w:r w:rsidRPr="00000F9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A7438" w:rsidRPr="00000F9F" w:rsidRDefault="00E95CA7" w:rsidP="00F375AD">
            <w:pPr>
              <w:rPr>
                <w:rFonts w:ascii="Times New Roman" w:hAnsi="Times New Roman"/>
                <w:sz w:val="28"/>
                <w:szCs w:val="28"/>
              </w:rPr>
            </w:pPr>
            <w:r w:rsidRPr="00000F9F">
              <w:rPr>
                <w:rFonts w:ascii="Times New Roman" w:hAnsi="Times New Roman"/>
                <w:sz w:val="28"/>
                <w:szCs w:val="28"/>
              </w:rPr>
              <w:t>Sincerely,</w:t>
            </w:r>
            <w:r w:rsidR="00432BF4" w:rsidRPr="00000F9F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3E5EE4" w:rsidRPr="00000F9F" w:rsidRDefault="003E5EE4" w:rsidP="00F375A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B3E88" w:rsidRDefault="006B3E88" w:rsidP="00F375A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C52FC" w:rsidRDefault="008C52FC" w:rsidP="00F375A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95CA7" w:rsidRPr="00000F9F" w:rsidRDefault="00E95CA7" w:rsidP="00F375AD">
            <w:pPr>
              <w:rPr>
                <w:rFonts w:ascii="Times New Roman" w:hAnsi="Times New Roman"/>
                <w:sz w:val="28"/>
                <w:szCs w:val="28"/>
              </w:rPr>
            </w:pPr>
            <w:r w:rsidRPr="00000F9F">
              <w:rPr>
                <w:rFonts w:ascii="Times New Roman" w:hAnsi="Times New Roman"/>
                <w:sz w:val="28"/>
                <w:szCs w:val="28"/>
              </w:rPr>
              <w:t xml:space="preserve">Karla Davis Jones                           </w:t>
            </w:r>
            <w:r w:rsidR="00377730" w:rsidRPr="00000F9F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F15F30" w:rsidRPr="00000F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77730" w:rsidRPr="00000F9F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2C75A5" w:rsidRPr="00000F9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F38F5" w:rsidRDefault="00081F0E" w:rsidP="00F375AD">
            <w:pPr>
              <w:rPr>
                <w:rFonts w:ascii="Times New Roman" w:hAnsi="Times New Roman"/>
                <w:sz w:val="28"/>
                <w:szCs w:val="28"/>
              </w:rPr>
            </w:pPr>
            <w:r w:rsidRPr="00000F9F">
              <w:rPr>
                <w:rFonts w:ascii="Times New Roman" w:hAnsi="Times New Roman"/>
                <w:sz w:val="28"/>
                <w:szCs w:val="28"/>
              </w:rPr>
              <w:t>Eighth</w:t>
            </w:r>
            <w:r w:rsidR="00E95CA7" w:rsidRPr="00000F9F">
              <w:rPr>
                <w:rFonts w:ascii="Times New Roman" w:hAnsi="Times New Roman"/>
                <w:sz w:val="28"/>
                <w:szCs w:val="28"/>
              </w:rPr>
              <w:t xml:space="preserve"> Grade School Counselor   </w:t>
            </w:r>
          </w:p>
          <w:p w:rsidR="005A42D5" w:rsidRDefault="005A42D5" w:rsidP="00F375A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261B1" w:rsidRDefault="00734BA9" w:rsidP="00F375AD">
            <w:pPr>
              <w:rPr>
                <w:rFonts w:ascii="Times New Roman" w:hAnsi="Times New Roman"/>
                <w:sz w:val="28"/>
                <w:szCs w:val="28"/>
              </w:rPr>
            </w:pPr>
            <w:r w:rsidRPr="00000F9F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  <w:p w:rsidR="001300ED" w:rsidRDefault="001300ED" w:rsidP="006A726F">
            <w:pPr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30150E" w:rsidRDefault="00636831" w:rsidP="006A726F">
            <w:pPr>
              <w:jc w:val="center"/>
              <w:rPr>
                <w:rFonts w:ascii="Times New Roman" w:hAnsi="Times New Roman"/>
                <w:noProof/>
                <w:color w:val="FF0000"/>
                <w:sz w:val="44"/>
                <w:szCs w:val="44"/>
              </w:rPr>
            </w:pPr>
            <w:r w:rsidRPr="00572ACD">
              <w:rPr>
                <w:rFonts w:ascii="Times New Roman" w:hAnsi="Times New Roman"/>
                <w:sz w:val="36"/>
                <w:szCs w:val="36"/>
              </w:rPr>
              <w:lastRenderedPageBreak/>
              <w:t>Parents</w:t>
            </w:r>
            <w:r w:rsidR="0030404A">
              <w:rPr>
                <w:rFonts w:ascii="Times New Roman" w:hAnsi="Times New Roman"/>
                <w:sz w:val="36"/>
                <w:szCs w:val="36"/>
              </w:rPr>
              <w:t xml:space="preserve"> </w:t>
            </w:r>
            <w:r w:rsidR="006A726F">
              <w:rPr>
                <w:rFonts w:ascii="Times New Roman" w:hAnsi="Times New Roman"/>
                <w:sz w:val="36"/>
                <w:szCs w:val="36"/>
              </w:rPr>
              <w:t xml:space="preserve">and </w:t>
            </w:r>
            <w:r w:rsidRPr="00572ACD">
              <w:rPr>
                <w:rFonts w:ascii="Times New Roman" w:hAnsi="Times New Roman"/>
                <w:sz w:val="36"/>
                <w:szCs w:val="36"/>
              </w:rPr>
              <w:t xml:space="preserve">Guardians </w:t>
            </w:r>
            <w:r w:rsidR="00A0640C" w:rsidRPr="00572ACD">
              <w:rPr>
                <w:rFonts w:ascii="Times New Roman" w:hAnsi="Times New Roman"/>
                <w:sz w:val="36"/>
                <w:szCs w:val="36"/>
              </w:rPr>
              <w:t>Action Items</w:t>
            </w:r>
            <w:r>
              <w:rPr>
                <w:rFonts w:ascii="Times New Roman" w:hAnsi="Times New Roman"/>
                <w:sz w:val="44"/>
                <w:szCs w:val="44"/>
              </w:rPr>
              <w:t xml:space="preserve"> </w:t>
            </w:r>
            <w:r w:rsidR="00A0640C">
              <w:rPr>
                <w:rFonts w:ascii="Times New Roman" w:hAnsi="Times New Roman"/>
                <w:noProof/>
                <w:color w:val="FF0000"/>
                <w:sz w:val="44"/>
                <w:szCs w:val="44"/>
              </w:rPr>
              <w:t xml:space="preserve"> </w:t>
            </w:r>
            <w:r w:rsidR="00007121">
              <w:rPr>
                <w:rFonts w:ascii="Times New Roman" w:hAnsi="Times New Roman"/>
                <w:noProof/>
                <w:color w:val="FF0000"/>
                <w:sz w:val="44"/>
                <w:szCs w:val="44"/>
              </w:rPr>
              <w:drawing>
                <wp:inline distT="0" distB="0" distL="0" distR="0" wp14:anchorId="52A9803E" wp14:editId="4BA9A6D6">
                  <wp:extent cx="284389" cy="209550"/>
                  <wp:effectExtent l="0" t="0" r="1905" b="0"/>
                  <wp:docPr id="1" name="Picture 1" descr="C:\Users\kjones\AppData\Local\Microsoft\Windows\Temporary Internet Files\Content.IE5\OKO6GKIL\large-right-check-166.6-6151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jones\AppData\Local\Microsoft\Windows\Temporary Internet Files\Content.IE5\OKO6GKIL\large-right-check-166.6-6151[1]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389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A7078" w:rsidRPr="009A7078" w:rsidRDefault="009A7078" w:rsidP="009A7078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/>
                <w:sz w:val="24"/>
                <w:szCs w:val="24"/>
              </w:rPr>
            </w:pPr>
            <w:r w:rsidRPr="00204916">
              <w:rPr>
                <w:rFonts w:ascii="Times New Roman" w:hAnsi="Times New Roman"/>
                <w:b/>
                <w:sz w:val="32"/>
                <w:szCs w:val="32"/>
              </w:rPr>
              <w:t>Join</w:t>
            </w:r>
            <w:r w:rsidRPr="009A7078">
              <w:rPr>
                <w:rFonts w:ascii="Times New Roman" w:hAnsi="Times New Roman"/>
                <w:sz w:val="24"/>
                <w:szCs w:val="24"/>
              </w:rPr>
              <w:t xml:space="preserve"> Miss Jones’</w:t>
            </w:r>
            <w:r w:rsidRPr="009A707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Remind App</w:t>
            </w:r>
            <w:r w:rsidRPr="009A7078">
              <w:rPr>
                <w:rFonts w:ascii="Times New Roman" w:hAnsi="Times New Roman"/>
                <w:sz w:val="24"/>
                <w:szCs w:val="24"/>
              </w:rPr>
              <w:t xml:space="preserve"> so that you can receive either a text or email message </w:t>
            </w:r>
            <w:r w:rsidR="00B110EF">
              <w:rPr>
                <w:rFonts w:ascii="Times New Roman" w:hAnsi="Times New Roman"/>
                <w:sz w:val="24"/>
                <w:szCs w:val="24"/>
              </w:rPr>
              <w:t>that will link</w:t>
            </w:r>
            <w:r w:rsidR="009F38F5">
              <w:rPr>
                <w:rFonts w:ascii="Times New Roman" w:hAnsi="Times New Roman"/>
                <w:sz w:val="24"/>
                <w:szCs w:val="24"/>
              </w:rPr>
              <w:t xml:space="preserve"> you to the </w:t>
            </w:r>
            <w:r w:rsidR="009F38F5" w:rsidRPr="009F38F5">
              <w:rPr>
                <w:rFonts w:ascii="Times New Roman" w:hAnsi="Times New Roman"/>
                <w:b/>
                <w:i/>
                <w:sz w:val="24"/>
                <w:szCs w:val="24"/>
              </w:rPr>
              <w:t>E</w:t>
            </w:r>
            <w:r w:rsidR="00586DEC" w:rsidRPr="009F38F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ighth </w:t>
            </w:r>
            <w:r w:rsidR="009F38F5" w:rsidRPr="009F38F5">
              <w:rPr>
                <w:rFonts w:ascii="Times New Roman" w:hAnsi="Times New Roman"/>
                <w:b/>
                <w:i/>
                <w:sz w:val="24"/>
                <w:szCs w:val="24"/>
              </w:rPr>
              <w:t>G</w:t>
            </w:r>
            <w:r w:rsidR="00586DEC" w:rsidRPr="009F38F5">
              <w:rPr>
                <w:rFonts w:ascii="Times New Roman" w:hAnsi="Times New Roman"/>
                <w:b/>
                <w:i/>
                <w:sz w:val="24"/>
                <w:szCs w:val="24"/>
              </w:rPr>
              <w:t>rade</w:t>
            </w:r>
            <w:r w:rsidRPr="009F38F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9F38F5" w:rsidRPr="009F38F5">
              <w:rPr>
                <w:rFonts w:ascii="Times New Roman" w:hAnsi="Times New Roman"/>
                <w:b/>
                <w:i/>
                <w:sz w:val="24"/>
                <w:szCs w:val="24"/>
              </w:rPr>
              <w:t>An</w:t>
            </w:r>
            <w:r w:rsidRPr="009F38F5">
              <w:rPr>
                <w:rFonts w:ascii="Times New Roman" w:hAnsi="Times New Roman"/>
                <w:b/>
                <w:i/>
                <w:sz w:val="24"/>
                <w:szCs w:val="24"/>
              </w:rPr>
              <w:t>nouncements</w:t>
            </w:r>
            <w:r w:rsidR="00B13F4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2016 - 2017</w:t>
            </w:r>
            <w:r w:rsidR="009F38F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9F38F5" w:rsidRPr="00921C03">
              <w:rPr>
                <w:rFonts w:ascii="Times New Roman" w:hAnsi="Times New Roman"/>
                <w:b/>
                <w:i/>
                <w:sz w:val="24"/>
                <w:szCs w:val="24"/>
              </w:rPr>
              <w:t>page</w:t>
            </w:r>
            <w:r w:rsidRPr="009A7078">
              <w:rPr>
                <w:rFonts w:ascii="Times New Roman" w:hAnsi="Times New Roman"/>
                <w:i/>
                <w:sz w:val="24"/>
                <w:szCs w:val="24"/>
              </w:rPr>
              <w:t xml:space="preserve">.  </w:t>
            </w:r>
            <w:r w:rsidRPr="009A7078">
              <w:rPr>
                <w:rFonts w:ascii="Times New Roman" w:hAnsi="Times New Roman"/>
                <w:sz w:val="24"/>
                <w:szCs w:val="24"/>
              </w:rPr>
              <w:t xml:space="preserve">There is also an article entitled </w:t>
            </w:r>
            <w:r w:rsidRPr="009A7078">
              <w:rPr>
                <w:rStyle w:val="Strong"/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What Makes Remind Safe?  </w:t>
            </w:r>
            <w:r w:rsidR="000C78E2" w:rsidRPr="00715DC4">
              <w:rPr>
                <w:rFonts w:ascii="Times New Roman" w:hAnsi="Times New Roman"/>
                <w:b/>
                <w:sz w:val="24"/>
              </w:rPr>
              <w:t>Webpage link</w:t>
            </w:r>
            <w:r w:rsidR="000C78E2">
              <w:rPr>
                <w:rFonts w:ascii="Times New Roman" w:hAnsi="Times New Roman"/>
                <w:b/>
                <w:sz w:val="24"/>
              </w:rPr>
              <w:t xml:space="preserve">, </w:t>
            </w:r>
            <w:r w:rsidR="000C78E2" w:rsidRPr="00715DC4">
              <w:rPr>
                <w:rFonts w:ascii="Times New Roman" w:hAnsi="Times New Roman"/>
                <w:b/>
                <w:sz w:val="24"/>
              </w:rPr>
              <w:t>QR Code</w:t>
            </w:r>
            <w:r w:rsidR="000C78E2">
              <w:rPr>
                <w:rFonts w:ascii="Times New Roman" w:hAnsi="Times New Roman"/>
                <w:b/>
                <w:sz w:val="24"/>
              </w:rPr>
              <w:t>, and Remind App Invitation:</w:t>
            </w:r>
          </w:p>
          <w:p w:rsidR="007F6EE4" w:rsidRDefault="00F53095" w:rsidP="009F38F5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9F38F5" w:rsidRPr="00C1178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http://guidancenewsthatyoucanuse.wikispaces.com/Eighth+Grade+Announcements+2016+-+2017</w:t>
              </w:r>
            </w:hyperlink>
            <w:r w:rsidR="009A7078" w:rsidRPr="009F38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3D2F" w:rsidRPr="009F38F5" w:rsidRDefault="007D3D2F" w:rsidP="009F38F5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078" w:rsidRDefault="009A7078" w:rsidP="009A7078">
            <w:pPr>
              <w:pStyle w:val="List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</w:t>
            </w:r>
            <w:r w:rsidRPr="004B2320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46723130" wp14:editId="25D5E94A">
                  <wp:extent cx="561975" cy="419100"/>
                  <wp:effectExtent l="0" t="0" r="0" b="0"/>
                  <wp:docPr id="8" name="Picture 8" descr="Preview of your QR Cod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Preview of your QR Code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518" cy="4277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 xml:space="preserve">              </w:t>
            </w:r>
            <w:r w:rsidR="008D3F49" w:rsidRPr="008D3F49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1A63701C" wp14:editId="73D0ACCC">
                  <wp:extent cx="2168105" cy="1626079"/>
                  <wp:effectExtent l="0" t="0" r="381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8408" cy="16263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 xml:space="preserve">                                                                            </w:t>
            </w:r>
          </w:p>
          <w:p w:rsidR="00F31A50" w:rsidRPr="00F34EC9" w:rsidRDefault="00A83B6F" w:rsidP="00A83B6F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/>
                <w:b/>
                <w:sz w:val="24"/>
              </w:rPr>
            </w:pPr>
            <w:r w:rsidRPr="00F34EC9">
              <w:rPr>
                <w:rFonts w:ascii="Times New Roman" w:hAnsi="Times New Roman"/>
                <w:b/>
                <w:sz w:val="32"/>
                <w:szCs w:val="32"/>
              </w:rPr>
              <w:t>C</w:t>
            </w:r>
            <w:r w:rsidR="00380615" w:rsidRPr="00F34EC9">
              <w:rPr>
                <w:rFonts w:ascii="Times New Roman" w:hAnsi="Times New Roman"/>
                <w:b/>
                <w:sz w:val="32"/>
                <w:szCs w:val="32"/>
              </w:rPr>
              <w:t>heck</w:t>
            </w:r>
            <w:r w:rsidR="00380615" w:rsidRPr="00F34EC9">
              <w:rPr>
                <w:rFonts w:ascii="Times New Roman" w:hAnsi="Times New Roman"/>
                <w:sz w:val="24"/>
              </w:rPr>
              <w:t xml:space="preserve"> your </w:t>
            </w:r>
            <w:proofErr w:type="spellStart"/>
            <w:r w:rsidR="00380615" w:rsidRPr="00F34EC9">
              <w:rPr>
                <w:rFonts w:ascii="Times New Roman" w:hAnsi="Times New Roman"/>
                <w:b/>
                <w:i/>
                <w:sz w:val="24"/>
              </w:rPr>
              <w:t>iCampu</w:t>
            </w:r>
            <w:r w:rsidR="00380615" w:rsidRPr="00F34EC9">
              <w:rPr>
                <w:rFonts w:ascii="Times New Roman" w:hAnsi="Times New Roman"/>
                <w:b/>
                <w:sz w:val="24"/>
              </w:rPr>
              <w:t>s</w:t>
            </w:r>
            <w:proofErr w:type="spellEnd"/>
            <w:r w:rsidR="00380615" w:rsidRPr="00F34EC9">
              <w:rPr>
                <w:rFonts w:ascii="Times New Roman" w:hAnsi="Times New Roman"/>
                <w:sz w:val="24"/>
              </w:rPr>
              <w:t xml:space="preserve"> email account </w:t>
            </w:r>
            <w:r w:rsidR="00640070">
              <w:rPr>
                <w:rFonts w:ascii="Times New Roman" w:hAnsi="Times New Roman"/>
                <w:sz w:val="24"/>
              </w:rPr>
              <w:t>today and in the future for</w:t>
            </w:r>
            <w:r w:rsidR="00380615" w:rsidRPr="00F34EC9">
              <w:rPr>
                <w:rFonts w:ascii="Times New Roman" w:hAnsi="Times New Roman"/>
                <w:sz w:val="24"/>
              </w:rPr>
              <w:t xml:space="preserve"> email</w:t>
            </w:r>
            <w:r w:rsidR="00640070">
              <w:rPr>
                <w:rFonts w:ascii="Times New Roman" w:hAnsi="Times New Roman"/>
                <w:sz w:val="24"/>
              </w:rPr>
              <w:t>s</w:t>
            </w:r>
            <w:r w:rsidR="00380615" w:rsidRPr="00F34EC9">
              <w:rPr>
                <w:rFonts w:ascii="Times New Roman" w:hAnsi="Times New Roman"/>
                <w:sz w:val="24"/>
              </w:rPr>
              <w:t xml:space="preserve"> from </w:t>
            </w:r>
            <w:r w:rsidR="00380615" w:rsidRPr="000A04C8">
              <w:rPr>
                <w:rFonts w:ascii="Times New Roman" w:hAnsi="Times New Roman"/>
                <w:sz w:val="24"/>
                <w:szCs w:val="24"/>
              </w:rPr>
              <w:t>Miss Jones</w:t>
            </w:r>
            <w:r w:rsidR="00076A10" w:rsidRPr="000A04C8">
              <w:rPr>
                <w:rFonts w:ascii="Times New Roman" w:hAnsi="Times New Roman"/>
                <w:sz w:val="24"/>
                <w:szCs w:val="24"/>
              </w:rPr>
              <w:t xml:space="preserve"> regarding</w:t>
            </w:r>
            <w:r w:rsidR="000A04C8" w:rsidRPr="000A04C8">
              <w:rPr>
                <w:rFonts w:ascii="Times New Roman" w:hAnsi="Times New Roman"/>
                <w:sz w:val="24"/>
                <w:szCs w:val="24"/>
              </w:rPr>
              <w:t xml:space="preserve"> guidance related issues</w:t>
            </w:r>
            <w:r w:rsidR="00076A10" w:rsidRPr="000A04C8">
              <w:rPr>
                <w:rFonts w:ascii="Times New Roman" w:hAnsi="Times New Roman"/>
                <w:sz w:val="24"/>
                <w:szCs w:val="24"/>
              </w:rPr>
              <w:t xml:space="preserve"> or actions on your part</w:t>
            </w:r>
            <w:r w:rsidR="00380615" w:rsidRPr="000A04C8">
              <w:rPr>
                <w:rFonts w:ascii="Times New Roman" w:hAnsi="Times New Roman"/>
                <w:sz w:val="24"/>
                <w:szCs w:val="24"/>
              </w:rPr>
              <w:t>.</w:t>
            </w:r>
            <w:r w:rsidR="00B13F43">
              <w:rPr>
                <w:rFonts w:ascii="Times New Roman" w:hAnsi="Times New Roman"/>
                <w:sz w:val="24"/>
              </w:rPr>
              <w:t xml:space="preserve">  I</w:t>
            </w:r>
            <w:r w:rsidR="00380615" w:rsidRPr="00F34EC9">
              <w:rPr>
                <w:rFonts w:ascii="Times New Roman" w:hAnsi="Times New Roman"/>
                <w:sz w:val="24"/>
              </w:rPr>
              <w:t xml:space="preserve">f you need your </w:t>
            </w:r>
            <w:proofErr w:type="spellStart"/>
            <w:r w:rsidR="00586DEC" w:rsidRPr="00F34EC9">
              <w:rPr>
                <w:rFonts w:ascii="Times New Roman" w:hAnsi="Times New Roman"/>
                <w:b/>
                <w:i/>
                <w:sz w:val="24"/>
              </w:rPr>
              <w:t>iCampus</w:t>
            </w:r>
            <w:proofErr w:type="spellEnd"/>
            <w:r w:rsidR="00586DEC" w:rsidRPr="00F34EC9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F34EC9">
              <w:rPr>
                <w:rFonts w:ascii="Times New Roman" w:hAnsi="Times New Roman"/>
                <w:b/>
                <w:sz w:val="24"/>
              </w:rPr>
              <w:t>A</w:t>
            </w:r>
            <w:r w:rsidR="00380615" w:rsidRPr="00F34EC9">
              <w:rPr>
                <w:rFonts w:ascii="Times New Roman" w:hAnsi="Times New Roman"/>
                <w:b/>
                <w:sz w:val="24"/>
              </w:rPr>
              <w:t xml:space="preserve">ccess </w:t>
            </w:r>
            <w:r w:rsidRPr="00F34EC9">
              <w:rPr>
                <w:rFonts w:ascii="Times New Roman" w:hAnsi="Times New Roman"/>
                <w:b/>
                <w:sz w:val="24"/>
              </w:rPr>
              <w:t>C</w:t>
            </w:r>
            <w:r w:rsidR="00380615" w:rsidRPr="00F34EC9">
              <w:rPr>
                <w:rFonts w:ascii="Times New Roman" w:hAnsi="Times New Roman"/>
                <w:b/>
                <w:sz w:val="24"/>
              </w:rPr>
              <w:t>ode</w:t>
            </w:r>
            <w:r w:rsidR="00DF12DC">
              <w:rPr>
                <w:rFonts w:ascii="Times New Roman" w:hAnsi="Times New Roman"/>
                <w:b/>
                <w:sz w:val="24"/>
              </w:rPr>
              <w:t xml:space="preserve"> or help getting logged in</w:t>
            </w:r>
            <w:r w:rsidR="00380615" w:rsidRPr="00F34EC9">
              <w:rPr>
                <w:rFonts w:ascii="Times New Roman" w:hAnsi="Times New Roman"/>
                <w:sz w:val="24"/>
              </w:rPr>
              <w:t xml:space="preserve">, please contact Mrs. Holly </w:t>
            </w:r>
            <w:proofErr w:type="spellStart"/>
            <w:r w:rsidR="00380615" w:rsidRPr="00F34EC9">
              <w:rPr>
                <w:rFonts w:ascii="Times New Roman" w:hAnsi="Times New Roman"/>
                <w:sz w:val="24"/>
              </w:rPr>
              <w:t>Pursell</w:t>
            </w:r>
            <w:proofErr w:type="spellEnd"/>
            <w:r w:rsidR="00380615" w:rsidRPr="00F34EC9">
              <w:rPr>
                <w:rFonts w:ascii="Times New Roman" w:hAnsi="Times New Roman"/>
                <w:sz w:val="24"/>
              </w:rPr>
              <w:t>, Gui</w:t>
            </w:r>
            <w:r w:rsidR="00D75EB6" w:rsidRPr="00F34EC9">
              <w:rPr>
                <w:rFonts w:ascii="Times New Roman" w:hAnsi="Times New Roman"/>
                <w:sz w:val="24"/>
              </w:rPr>
              <w:t>dance Secretary, at 267.599.2265</w:t>
            </w:r>
            <w:r w:rsidR="00380615" w:rsidRPr="00F34EC9">
              <w:rPr>
                <w:rFonts w:ascii="Times New Roman" w:hAnsi="Times New Roman"/>
                <w:sz w:val="24"/>
              </w:rPr>
              <w:t>.</w:t>
            </w:r>
            <w:r w:rsidR="00640070">
              <w:rPr>
                <w:rFonts w:ascii="Times New Roman" w:hAnsi="Times New Roman"/>
                <w:sz w:val="24"/>
              </w:rPr>
              <w:t xml:space="preserve">  </w:t>
            </w:r>
            <w:r w:rsidR="000C78E2" w:rsidRPr="00715DC4">
              <w:rPr>
                <w:rFonts w:ascii="Times New Roman" w:hAnsi="Times New Roman"/>
                <w:b/>
                <w:sz w:val="24"/>
              </w:rPr>
              <w:t xml:space="preserve">Webpage link </w:t>
            </w:r>
            <w:r w:rsidR="000C78E2">
              <w:rPr>
                <w:rFonts w:ascii="Times New Roman" w:hAnsi="Times New Roman"/>
                <w:b/>
                <w:sz w:val="24"/>
              </w:rPr>
              <w:t xml:space="preserve">and </w:t>
            </w:r>
            <w:r w:rsidR="000C78E2" w:rsidRPr="00715DC4">
              <w:rPr>
                <w:rFonts w:ascii="Times New Roman" w:hAnsi="Times New Roman"/>
                <w:b/>
                <w:sz w:val="24"/>
              </w:rPr>
              <w:t>QR Code</w:t>
            </w:r>
            <w:r w:rsidR="000C78E2">
              <w:rPr>
                <w:rFonts w:ascii="Times New Roman" w:hAnsi="Times New Roman"/>
                <w:b/>
                <w:sz w:val="24"/>
              </w:rPr>
              <w:t>:</w:t>
            </w:r>
          </w:p>
          <w:p w:rsidR="007F6EE4" w:rsidRDefault="00F53095" w:rsidP="00380615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="00F31A50" w:rsidRPr="007775DA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http://guidancenewsthatyoucanuse.wikispaces.com/iCampus+Instructions+and+Access+Screens+for+Students%2C+Parents%2C+and+Guardians</w:t>
              </w:r>
            </w:hyperlink>
            <w:r w:rsidR="00F31A50" w:rsidRPr="007775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83B6F" w:rsidRPr="007775DA" w:rsidRDefault="00A83B6F" w:rsidP="00380615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0615" w:rsidRDefault="00380615" w:rsidP="00380615">
            <w:pPr>
              <w:pStyle w:val="List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</w:t>
            </w:r>
            <w:r w:rsidRPr="00235BEE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7820B04" wp14:editId="42ED6A80">
                  <wp:extent cx="647700" cy="647700"/>
                  <wp:effectExtent l="0" t="0" r="0" b="0"/>
                  <wp:docPr id="6" name="Picture 6" descr="C:\Users\Karla\AppData\Local\Microsoft\Windows\INetCache\Content.Word\static_qr_code_without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Karla\AppData\Local\Microsoft\Windows\INetCache\Content.Word\static_qr_code_without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 xml:space="preserve">                 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291B865F" wp14:editId="1FFEA422">
                  <wp:extent cx="1725284" cy="973543"/>
                  <wp:effectExtent l="0" t="0" r="8890" b="0"/>
                  <wp:docPr id="12" name="Picture 12" descr="C:\Users\Karla\Desktop\GNTUCU iCampus for Open House Newsletter 8 18 20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Karla\Desktop\GNTUCU iCampus for Open House Newsletter 8 18 20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1053" cy="9937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0615" w:rsidRDefault="00380615" w:rsidP="00380615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</w:t>
            </w:r>
          </w:p>
          <w:p w:rsidR="005A23D6" w:rsidRPr="00715DC4" w:rsidRDefault="001B2DD0" w:rsidP="00F440BA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/>
                <w:color w:val="0000FF" w:themeColor="hyperlink"/>
                <w:sz w:val="24"/>
                <w:u w:val="single"/>
              </w:rPr>
            </w:pPr>
            <w:r w:rsidRPr="00715DC4">
              <w:rPr>
                <w:rFonts w:ascii="Times New Roman" w:hAnsi="Times New Roman"/>
                <w:b/>
                <w:sz w:val="32"/>
                <w:szCs w:val="32"/>
              </w:rPr>
              <w:t>R</w:t>
            </w:r>
            <w:r w:rsidR="00636831" w:rsidRPr="00715DC4">
              <w:rPr>
                <w:rFonts w:ascii="Times New Roman" w:hAnsi="Times New Roman"/>
                <w:b/>
                <w:sz w:val="32"/>
                <w:szCs w:val="32"/>
              </w:rPr>
              <w:t>ead</w:t>
            </w:r>
            <w:r w:rsidR="00B12067">
              <w:rPr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 w:rsidR="00B12067" w:rsidRPr="00B12067">
              <w:rPr>
                <w:rFonts w:ascii="Times New Roman" w:hAnsi="Times New Roman"/>
                <w:sz w:val="24"/>
                <w:szCs w:val="24"/>
              </w:rPr>
              <w:t>the</w:t>
            </w:r>
            <w:r w:rsidR="00B12067">
              <w:rPr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 w:rsidR="00DC0A75" w:rsidRPr="00715DC4">
              <w:rPr>
                <w:rFonts w:ascii="Times New Roman" w:hAnsi="Times New Roman"/>
                <w:sz w:val="24"/>
              </w:rPr>
              <w:t>documents</w:t>
            </w:r>
            <w:r w:rsidR="00B12067">
              <w:rPr>
                <w:rFonts w:ascii="Times New Roman" w:hAnsi="Times New Roman"/>
                <w:sz w:val="24"/>
              </w:rPr>
              <w:t xml:space="preserve"> and connect to the corresponding links</w:t>
            </w:r>
            <w:r w:rsidR="00285BAE" w:rsidRPr="00715DC4">
              <w:rPr>
                <w:rFonts w:ascii="Times New Roman" w:hAnsi="Times New Roman"/>
                <w:sz w:val="24"/>
              </w:rPr>
              <w:t xml:space="preserve"> on the </w:t>
            </w:r>
            <w:r w:rsidR="00285BAE" w:rsidRPr="00715DC4">
              <w:rPr>
                <w:rFonts w:ascii="Times New Roman" w:hAnsi="Times New Roman"/>
                <w:b/>
                <w:i/>
                <w:sz w:val="24"/>
              </w:rPr>
              <w:t>Open House 2016 – 2017 Eighth Grade page</w:t>
            </w:r>
            <w:r w:rsidR="00EE0350" w:rsidRPr="00715DC4">
              <w:rPr>
                <w:rFonts w:ascii="Times New Roman" w:hAnsi="Times New Roman"/>
                <w:sz w:val="24"/>
              </w:rPr>
              <w:t xml:space="preserve"> </w:t>
            </w:r>
            <w:r w:rsidR="00110C8C" w:rsidRPr="00715DC4">
              <w:rPr>
                <w:rFonts w:ascii="Times New Roman" w:hAnsi="Times New Roman"/>
                <w:sz w:val="24"/>
              </w:rPr>
              <w:t xml:space="preserve">such as </w:t>
            </w:r>
            <w:r w:rsidR="00110C8C" w:rsidRPr="00715DC4">
              <w:rPr>
                <w:rFonts w:ascii="Times New Roman" w:hAnsi="Times New Roman"/>
                <w:b/>
                <w:i/>
                <w:sz w:val="24"/>
              </w:rPr>
              <w:t>Parents and Guardians Survivors’ Guide – Ten Important Links to Help You and Your Child Navigate Middle School</w:t>
            </w:r>
            <w:r w:rsidR="00B12067">
              <w:rPr>
                <w:rFonts w:ascii="Times New Roman" w:hAnsi="Times New Roman"/>
                <w:b/>
                <w:i/>
                <w:sz w:val="24"/>
              </w:rPr>
              <w:t xml:space="preserve">.  </w:t>
            </w:r>
            <w:r w:rsidR="00715DC4">
              <w:rPr>
                <w:rFonts w:ascii="Times New Roman" w:hAnsi="Times New Roman"/>
                <w:sz w:val="24"/>
              </w:rPr>
              <w:t xml:space="preserve"> </w:t>
            </w:r>
            <w:r w:rsidR="000C78E2" w:rsidRPr="00715DC4">
              <w:rPr>
                <w:rFonts w:ascii="Times New Roman" w:hAnsi="Times New Roman"/>
                <w:b/>
                <w:sz w:val="24"/>
              </w:rPr>
              <w:t xml:space="preserve">Webpage link </w:t>
            </w:r>
            <w:r w:rsidR="000C78E2">
              <w:rPr>
                <w:rFonts w:ascii="Times New Roman" w:hAnsi="Times New Roman"/>
                <w:b/>
                <w:sz w:val="24"/>
              </w:rPr>
              <w:t xml:space="preserve">and </w:t>
            </w:r>
            <w:r w:rsidR="001C4941" w:rsidRPr="00715DC4">
              <w:rPr>
                <w:rFonts w:ascii="Times New Roman" w:hAnsi="Times New Roman"/>
                <w:b/>
                <w:sz w:val="24"/>
              </w:rPr>
              <w:t>QR Code</w:t>
            </w:r>
            <w:r w:rsidR="000C78E2">
              <w:rPr>
                <w:rFonts w:ascii="Times New Roman" w:hAnsi="Times New Roman"/>
                <w:b/>
                <w:sz w:val="24"/>
              </w:rPr>
              <w:t>:</w:t>
            </w:r>
            <w:r w:rsidR="008F40B6" w:rsidRPr="00715DC4">
              <w:rPr>
                <w:rFonts w:ascii="Times New Roman" w:hAnsi="Times New Roman"/>
                <w:sz w:val="24"/>
              </w:rPr>
              <w:t xml:space="preserve"> </w:t>
            </w:r>
          </w:p>
          <w:p w:rsidR="00636831" w:rsidRDefault="00512364" w:rsidP="008F40B6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235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6" w:history="1">
              <w:r w:rsidR="005565F9" w:rsidRPr="00A1295F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http://guidancenewsthatyoucanuse.wikispaces.com/Open+House+2016+-+2017+-+Eighth+Grade</w:t>
              </w:r>
            </w:hyperlink>
            <w:r w:rsidR="002003C0" w:rsidRPr="002003C0">
              <w:rPr>
                <w:rStyle w:val="Hyperlink"/>
                <w:rFonts w:ascii="Times New Roman" w:hAnsi="Times New Roman" w:cs="Times New Roman"/>
                <w:sz w:val="20"/>
                <w:szCs w:val="20"/>
                <w:u w:val="none"/>
              </w:rPr>
              <w:t>.</w:t>
            </w:r>
            <w:r w:rsidR="008F40B6" w:rsidRPr="002003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0404A" w:rsidRPr="007775DA" w:rsidRDefault="0030404A" w:rsidP="008F40B6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885" w:rsidRDefault="001E3E8A" w:rsidP="00D30888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="005A23D6" w:rsidRPr="00235BEE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6EB79FB" wp14:editId="12B34C8E">
                  <wp:extent cx="647700" cy="647700"/>
                  <wp:effectExtent l="0" t="0" r="0" b="0"/>
                  <wp:docPr id="3" name="Picture 3" descr="C:\Users\Karla\AppData\Local\Microsoft\Windows\INetCache\Content.Word\static_qr_code_without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Karla\AppData\Local\Microsoft\Windows\INetCache\Content.Word\static_qr_code_without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440BA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F440BA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038CAA2C" wp14:editId="46691182">
                  <wp:extent cx="1769735" cy="992037"/>
                  <wp:effectExtent l="0" t="0" r="2540" b="0"/>
                  <wp:docPr id="15" name="Picture 15" descr="C:\Users\Karla\Desktop\GNTUCU Open House Wiki for Open House Newsletter 8 18 20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Karla\Desktop\GNTUCU Open House Wiki for Open House Newsletter 8 18 20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9391" cy="997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440B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31142F" w:rsidRDefault="0031142F" w:rsidP="007D3D2F">
            <w:pPr>
              <w:pStyle w:val="ListParagraph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31142F" w:rsidRDefault="0031142F" w:rsidP="007D3D2F">
            <w:pPr>
              <w:pStyle w:val="ListParagraph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F6EE4" w:rsidRPr="007F6EE4" w:rsidRDefault="009F6CBE" w:rsidP="007D3D2F">
            <w:pPr>
              <w:pStyle w:val="ListParagraph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F6EE4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Parents and Guardians Survivors’ Guid</w:t>
            </w:r>
            <w:r w:rsidR="009A7078" w:rsidRPr="007F6EE4">
              <w:rPr>
                <w:rFonts w:ascii="Times New Roman" w:hAnsi="Times New Roman"/>
                <w:b/>
                <w:i/>
                <w:sz w:val="24"/>
                <w:szCs w:val="24"/>
              </w:rPr>
              <w:t>e</w:t>
            </w:r>
          </w:p>
          <w:p w:rsidR="009F6CBE" w:rsidRPr="007F6EE4" w:rsidRDefault="009F6CBE" w:rsidP="007D3D2F">
            <w:pPr>
              <w:pStyle w:val="ListParagraph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F6EE4">
              <w:rPr>
                <w:rFonts w:ascii="Times New Roman" w:hAnsi="Times New Roman"/>
                <w:b/>
                <w:i/>
                <w:sz w:val="24"/>
                <w:szCs w:val="24"/>
              </w:rPr>
              <w:t>Ten Important Links to Help You and Your Child Navigate Middle School</w:t>
            </w:r>
          </w:p>
          <w:p w:rsidR="009F6CBE" w:rsidRDefault="009F6CBE" w:rsidP="009F6CBE">
            <w:pPr>
              <w:rPr>
                <w:rFonts w:ascii="Times New Roman" w:hAnsi="Times New Roman"/>
                <w:sz w:val="24"/>
              </w:rPr>
            </w:pPr>
            <w:r w:rsidRPr="002E1BF5">
              <w:rPr>
                <w:rFonts w:ascii="Times New Roman" w:hAnsi="Times New Roman"/>
                <w:b/>
                <w:i/>
                <w:sz w:val="24"/>
                <w:u w:val="single"/>
              </w:rPr>
              <w:t>School-Wide Announcements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- </w:t>
            </w:r>
            <w:r>
              <w:rPr>
                <w:rFonts w:ascii="Times New Roman" w:hAnsi="Times New Roman"/>
                <w:sz w:val="24"/>
              </w:rPr>
              <w:t>By joining my Remind App, you will receive school-wide announcements via email of text message.</w:t>
            </w:r>
          </w:p>
          <w:p w:rsidR="009F6CBE" w:rsidRDefault="00F53095" w:rsidP="009F6CBE">
            <w:pPr>
              <w:rPr>
                <w:rFonts w:ascii="Times New Roman" w:hAnsi="Times New Roman"/>
                <w:sz w:val="24"/>
              </w:rPr>
            </w:pPr>
            <w:hyperlink r:id="rId29" w:history="1">
              <w:r w:rsidR="009F6CBE" w:rsidRPr="00A104B4">
                <w:rPr>
                  <w:rStyle w:val="Hyperlink"/>
                  <w:rFonts w:ascii="Times New Roman" w:hAnsi="Times New Roman"/>
                  <w:sz w:val="24"/>
                </w:rPr>
                <w:t>http://guidancenewsthatyoucanuse.wikispaces.com/School-Wide+Announcements</w:t>
              </w:r>
            </w:hyperlink>
          </w:p>
          <w:p w:rsidR="009F6CBE" w:rsidRDefault="009F6CBE" w:rsidP="009F6CBE">
            <w:pPr>
              <w:rPr>
                <w:rFonts w:ascii="Times New Roman" w:hAnsi="Times New Roman"/>
                <w:sz w:val="24"/>
              </w:rPr>
            </w:pPr>
          </w:p>
          <w:p w:rsidR="00933661" w:rsidRPr="00D10CCF" w:rsidRDefault="00933661" w:rsidP="009F6CBE">
            <w:pPr>
              <w:rPr>
                <w:rFonts w:ascii="Times New Roman" w:hAnsi="Times New Roman"/>
                <w:b/>
                <w:i/>
                <w:sz w:val="24"/>
                <w:u w:val="single"/>
              </w:rPr>
            </w:pPr>
            <w:proofErr w:type="spellStart"/>
            <w:r w:rsidRPr="00D10CCF">
              <w:rPr>
                <w:rFonts w:ascii="Times New Roman" w:hAnsi="Times New Roman"/>
                <w:b/>
                <w:i/>
                <w:sz w:val="24"/>
                <w:u w:val="single"/>
              </w:rPr>
              <w:t>iCampus</w:t>
            </w:r>
            <w:proofErr w:type="spellEnd"/>
            <w:r w:rsidRPr="00D10CCF">
              <w:rPr>
                <w:rFonts w:ascii="Times New Roman" w:hAnsi="Times New Roman"/>
                <w:b/>
                <w:i/>
                <w:sz w:val="24"/>
                <w:u w:val="single"/>
              </w:rPr>
              <w:t xml:space="preserve"> Instructions and Access Screens for Students, Parents, and Guardians</w:t>
            </w:r>
          </w:p>
          <w:p w:rsidR="00405BAC" w:rsidRDefault="00F53095" w:rsidP="009F6CBE">
            <w:pPr>
              <w:rPr>
                <w:rFonts w:ascii="Times New Roman" w:hAnsi="Times New Roman"/>
                <w:i/>
                <w:color w:val="FF0000"/>
                <w:sz w:val="24"/>
              </w:rPr>
            </w:pPr>
            <w:hyperlink r:id="rId30" w:history="1">
              <w:r w:rsidR="00405BAC" w:rsidRPr="00CA0576">
                <w:rPr>
                  <w:rStyle w:val="Hyperlink"/>
                  <w:rFonts w:ascii="Times New Roman" w:hAnsi="Times New Roman"/>
                  <w:i/>
                  <w:sz w:val="24"/>
                </w:rPr>
                <w:t>http://guidancenewsthatyoucanuse.wikispaces.com/iCampus+Instructions+and+Access+Screens+for+Students%2C+Parents%2C+and+Guardians</w:t>
              </w:r>
            </w:hyperlink>
          </w:p>
          <w:p w:rsidR="00405BAC" w:rsidRPr="00E13AAE" w:rsidRDefault="00405BAC" w:rsidP="009F6CBE">
            <w:pPr>
              <w:rPr>
                <w:rFonts w:ascii="Times New Roman" w:hAnsi="Times New Roman"/>
                <w:i/>
                <w:color w:val="FF0000"/>
                <w:sz w:val="24"/>
              </w:rPr>
            </w:pPr>
          </w:p>
          <w:p w:rsidR="009F6CBE" w:rsidRPr="00B95DB1" w:rsidRDefault="009F6CBE" w:rsidP="009F6CBE">
            <w:pPr>
              <w:rPr>
                <w:rStyle w:val="Strong"/>
                <w:rFonts w:ascii="Times New Roman" w:hAnsi="Times New Roman"/>
                <w:b w:val="0"/>
                <w:bCs w:val="0"/>
                <w:sz w:val="24"/>
              </w:rPr>
            </w:pPr>
            <w:r w:rsidRPr="00B95DB1">
              <w:rPr>
                <w:rFonts w:ascii="Times New Roman" w:hAnsi="Times New Roman"/>
                <w:b/>
                <w:i/>
                <w:sz w:val="24"/>
                <w:u w:val="single"/>
              </w:rPr>
              <w:t xml:space="preserve">District Grading Policy </w:t>
            </w:r>
            <w:r w:rsidRPr="00B95DB1">
              <w:rPr>
                <w:rFonts w:ascii="Times New Roman" w:hAnsi="Times New Roman"/>
                <w:b/>
                <w:i/>
                <w:sz w:val="24"/>
              </w:rPr>
              <w:t xml:space="preserve">– </w:t>
            </w:r>
            <w:r w:rsidRPr="00B95DB1">
              <w:rPr>
                <w:rFonts w:ascii="Times New Roman" w:hAnsi="Times New Roman"/>
                <w:sz w:val="24"/>
              </w:rPr>
              <w:t xml:space="preserve">Provides criteria for </w:t>
            </w:r>
            <w:r w:rsidRPr="00B95DB1">
              <w:rPr>
                <w:rFonts w:ascii="Times New Roman" w:hAnsi="Times New Roman"/>
                <w:b/>
                <w:i/>
                <w:color w:val="000000"/>
                <w:sz w:val="24"/>
              </w:rPr>
              <w:t>Honor Roll</w:t>
            </w:r>
            <w:r w:rsidRPr="00B95DB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 w:rsidRPr="00B95DB1">
              <w:rPr>
                <w:rFonts w:ascii="Times New Roman" w:hAnsi="Times New Roman"/>
                <w:b/>
                <w:i/>
                <w:color w:val="000000"/>
                <w:sz w:val="24"/>
              </w:rPr>
              <w:t>Course Failure</w:t>
            </w:r>
            <w:r w:rsidRPr="00B95DB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gramStart"/>
            <w:r w:rsidRPr="00B95DB1">
              <w:rPr>
                <w:rFonts w:ascii="Times New Roman" w:hAnsi="Times New Roman"/>
                <w:b/>
                <w:i/>
                <w:sz w:val="24"/>
              </w:rPr>
              <w:t>Failure</w:t>
            </w:r>
            <w:proofErr w:type="gramEnd"/>
            <w:r w:rsidRPr="00B95DB1">
              <w:rPr>
                <w:rFonts w:ascii="Times New Roman" w:hAnsi="Times New Roman"/>
                <w:b/>
                <w:i/>
                <w:sz w:val="24"/>
              </w:rPr>
              <w:t xml:space="preserve"> for the Year</w:t>
            </w:r>
            <w:r w:rsidRPr="00B95DB1">
              <w:rPr>
                <w:rFonts w:ascii="Times New Roman" w:hAnsi="Times New Roman"/>
                <w:sz w:val="24"/>
              </w:rPr>
              <w:t xml:space="preserve">, and </w:t>
            </w:r>
            <w:r w:rsidRPr="00B95DB1">
              <w:rPr>
                <w:rStyle w:val="Strong"/>
                <w:rFonts w:ascii="Times New Roman" w:hAnsi="Times New Roman"/>
                <w:i/>
                <w:sz w:val="24"/>
              </w:rPr>
              <w:t>Athlete Eligibility Requirement</w:t>
            </w:r>
            <w:r w:rsidRPr="00B95DB1">
              <w:rPr>
                <w:rStyle w:val="Strong"/>
                <w:rFonts w:ascii="Times New Roman" w:hAnsi="Times New Roman"/>
                <w:b w:val="0"/>
                <w:sz w:val="24"/>
              </w:rPr>
              <w:t>.</w:t>
            </w:r>
          </w:p>
          <w:p w:rsidR="009F6CBE" w:rsidRDefault="00F53095" w:rsidP="009F6CBE">
            <w:pPr>
              <w:rPr>
                <w:rStyle w:val="Hyperlink"/>
                <w:rFonts w:ascii="Times New Roman" w:hAnsi="Times New Roman"/>
                <w:sz w:val="24"/>
              </w:rPr>
            </w:pPr>
            <w:hyperlink r:id="rId31" w:history="1">
              <w:r w:rsidR="009F6CBE" w:rsidRPr="00B95DB1">
                <w:rPr>
                  <w:rStyle w:val="Hyperlink"/>
                  <w:rFonts w:ascii="Times New Roman" w:hAnsi="Times New Roman"/>
                  <w:sz w:val="24"/>
                </w:rPr>
                <w:t>http://guidancenewsthatyoucanuse.wikispaces.com/District+Grading+Policy+with+G.P.A.+Calculations+and+Student+Worksheet</w:t>
              </w:r>
            </w:hyperlink>
          </w:p>
          <w:p w:rsidR="009F6CBE" w:rsidRPr="008838E4" w:rsidRDefault="009F6CBE" w:rsidP="009F6CBE">
            <w:pPr>
              <w:rPr>
                <w:rStyle w:val="Hyperlink"/>
                <w:rFonts w:ascii="Times New Roman" w:hAnsi="Times New Roman"/>
                <w:b/>
                <w:i/>
                <w:sz w:val="24"/>
              </w:rPr>
            </w:pPr>
          </w:p>
          <w:p w:rsidR="009F6CBE" w:rsidRPr="000F60DF" w:rsidRDefault="009F6CBE" w:rsidP="009F6CBE">
            <w:pPr>
              <w:rPr>
                <w:rFonts w:ascii="Times New Roman" w:hAnsi="Times New Roman"/>
                <w:b/>
                <w:i/>
                <w:color w:val="FF0000"/>
                <w:sz w:val="24"/>
                <w:u w:val="single"/>
              </w:rPr>
            </w:pPr>
            <w:r w:rsidRPr="000F60DF">
              <w:rPr>
                <w:rFonts w:ascii="Times New Roman" w:hAnsi="Times New Roman"/>
                <w:b/>
                <w:i/>
                <w:color w:val="FF0000"/>
                <w:sz w:val="24"/>
                <w:u w:val="single"/>
              </w:rPr>
              <w:t>Armstrong’s Honor Society 2015 – 2016 Requirements</w:t>
            </w:r>
          </w:p>
          <w:p w:rsidR="009F6CBE" w:rsidRPr="000F60DF" w:rsidRDefault="00F53095" w:rsidP="009F6CBE">
            <w:pPr>
              <w:rPr>
                <w:rFonts w:ascii="Times New Roman" w:hAnsi="Times New Roman"/>
                <w:color w:val="FF0000"/>
                <w:sz w:val="24"/>
              </w:rPr>
            </w:pPr>
            <w:hyperlink r:id="rId32" w:history="1">
              <w:r w:rsidR="009F6CBE" w:rsidRPr="000F60DF">
                <w:rPr>
                  <w:rStyle w:val="Hyperlink"/>
                  <w:rFonts w:ascii="Times New Roman" w:hAnsi="Times New Roman"/>
                  <w:color w:val="FF0000"/>
                  <w:sz w:val="24"/>
                </w:rPr>
                <w:t>http://guidancenewsthatyoucanuse.wikispaces.com/Armstrong%E2%80%99s+Honor+Society+2015-16+Requirements</w:t>
              </w:r>
            </w:hyperlink>
            <w:r w:rsidR="009F6CBE" w:rsidRPr="000F60DF">
              <w:rPr>
                <w:rFonts w:ascii="Times New Roman" w:hAnsi="Times New Roman"/>
                <w:color w:val="FF0000"/>
                <w:sz w:val="24"/>
              </w:rPr>
              <w:t>.</w:t>
            </w:r>
          </w:p>
          <w:p w:rsidR="009F6CBE" w:rsidRDefault="009F6CBE" w:rsidP="009F6CBE">
            <w:pPr>
              <w:rPr>
                <w:rFonts w:ascii="Times New Roman" w:hAnsi="Times New Roman"/>
                <w:sz w:val="24"/>
              </w:rPr>
            </w:pPr>
          </w:p>
          <w:p w:rsidR="009F6CBE" w:rsidRPr="00C935D7" w:rsidRDefault="009F6CBE" w:rsidP="009F6CBE">
            <w:pPr>
              <w:rPr>
                <w:rFonts w:ascii="Times New Roman" w:hAnsi="Times New Roman"/>
                <w:b/>
                <w:i/>
                <w:sz w:val="24"/>
                <w:u w:val="single"/>
              </w:rPr>
            </w:pPr>
            <w:r w:rsidRPr="00C935D7">
              <w:rPr>
                <w:rFonts w:ascii="Times New Roman" w:hAnsi="Times New Roman"/>
                <w:b/>
                <w:i/>
                <w:sz w:val="24"/>
                <w:u w:val="single"/>
              </w:rPr>
              <w:t>Attendance Policy</w:t>
            </w:r>
          </w:p>
          <w:p w:rsidR="009F6CBE" w:rsidRPr="00A104B4" w:rsidRDefault="00F53095" w:rsidP="009F6CBE">
            <w:pPr>
              <w:rPr>
                <w:rFonts w:ascii="Times New Roman" w:hAnsi="Times New Roman"/>
                <w:sz w:val="24"/>
              </w:rPr>
            </w:pPr>
            <w:hyperlink r:id="rId33" w:history="1">
              <w:r w:rsidR="009F6CBE" w:rsidRPr="00A104B4">
                <w:rPr>
                  <w:rStyle w:val="Hyperlink"/>
                  <w:rFonts w:ascii="Times New Roman" w:hAnsi="Times New Roman"/>
                  <w:sz w:val="24"/>
                </w:rPr>
                <w:t>http://guidancenewsthatyoucanuse.wikispaces.com/Attendance+Policy</w:t>
              </w:r>
            </w:hyperlink>
          </w:p>
          <w:p w:rsidR="009F6CBE" w:rsidRPr="00A104B4" w:rsidRDefault="009F6CBE" w:rsidP="009F6CBE">
            <w:pPr>
              <w:rPr>
                <w:rFonts w:ascii="Times New Roman" w:hAnsi="Times New Roman"/>
                <w:sz w:val="24"/>
              </w:rPr>
            </w:pPr>
          </w:p>
          <w:p w:rsidR="009F6CBE" w:rsidRPr="009157B3" w:rsidRDefault="009F6CBE" w:rsidP="009F6CBE">
            <w:pPr>
              <w:rPr>
                <w:rFonts w:ascii="Times New Roman" w:hAnsi="Times New Roman"/>
                <w:color w:val="FF0000"/>
                <w:sz w:val="24"/>
              </w:rPr>
            </w:pPr>
            <w:r w:rsidRPr="009157B3">
              <w:rPr>
                <w:rFonts w:ascii="Times New Roman" w:hAnsi="Times New Roman"/>
                <w:b/>
                <w:i/>
                <w:color w:val="FF0000"/>
                <w:sz w:val="24"/>
                <w:u w:val="single"/>
              </w:rPr>
              <w:t>Free and Reduced Meals</w:t>
            </w:r>
            <w:r w:rsidRPr="009157B3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Pr="009157B3">
              <w:rPr>
                <w:rFonts w:ascii="Times New Roman" w:hAnsi="Times New Roman"/>
                <w:b/>
                <w:i/>
                <w:color w:val="FF0000"/>
                <w:sz w:val="24"/>
              </w:rPr>
              <w:t xml:space="preserve">– </w:t>
            </w:r>
            <w:r w:rsidRPr="009157B3">
              <w:rPr>
                <w:rFonts w:ascii="Times New Roman" w:hAnsi="Times New Roman"/>
                <w:color w:val="FF0000"/>
                <w:sz w:val="24"/>
              </w:rPr>
              <w:t>All of the documents you will need to apply online or by paper format.</w:t>
            </w:r>
          </w:p>
          <w:p w:rsidR="009F6CBE" w:rsidRPr="009157B3" w:rsidRDefault="00F53095" w:rsidP="009F6CBE">
            <w:pPr>
              <w:rPr>
                <w:rStyle w:val="Hyperlink"/>
                <w:rFonts w:ascii="Times New Roman" w:hAnsi="Times New Roman"/>
                <w:color w:val="FF0000"/>
                <w:sz w:val="24"/>
              </w:rPr>
            </w:pPr>
            <w:hyperlink r:id="rId34" w:history="1">
              <w:r w:rsidR="009F6CBE" w:rsidRPr="009157B3">
                <w:rPr>
                  <w:rStyle w:val="Hyperlink"/>
                  <w:rFonts w:ascii="Times New Roman" w:hAnsi="Times New Roman"/>
                  <w:color w:val="FF0000"/>
                  <w:sz w:val="24"/>
                </w:rPr>
                <w:t>http://guidancenewsthatyoucanuse.wikispaces.com/Free+and+Reduced+Meals</w:t>
              </w:r>
            </w:hyperlink>
          </w:p>
          <w:p w:rsidR="009F6CBE" w:rsidRPr="009157B3" w:rsidRDefault="009F6CBE" w:rsidP="009F6CBE">
            <w:pPr>
              <w:rPr>
                <w:rStyle w:val="Hyperlink"/>
                <w:rFonts w:ascii="Times New Roman" w:hAnsi="Times New Roman"/>
                <w:color w:val="FF0000"/>
                <w:sz w:val="24"/>
              </w:rPr>
            </w:pPr>
          </w:p>
          <w:p w:rsidR="009F6CBE" w:rsidRPr="009157B3" w:rsidRDefault="009F6CBE" w:rsidP="009F6CBE">
            <w:pPr>
              <w:rPr>
                <w:rFonts w:ascii="Times New Roman" w:hAnsi="Times New Roman"/>
                <w:color w:val="FF0000"/>
                <w:sz w:val="24"/>
              </w:rPr>
            </w:pPr>
            <w:r w:rsidRPr="009157B3">
              <w:rPr>
                <w:rFonts w:ascii="Times New Roman" w:hAnsi="Times New Roman"/>
                <w:b/>
                <w:i/>
                <w:color w:val="FF0000"/>
                <w:sz w:val="24"/>
                <w:u w:val="single"/>
              </w:rPr>
              <w:t>After School Homework Help and Other Programs</w:t>
            </w:r>
            <w:r w:rsidRPr="009157B3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hyperlink r:id="rId35" w:history="1">
              <w:r w:rsidRPr="009157B3">
                <w:rPr>
                  <w:rStyle w:val="Hyperlink"/>
                  <w:rFonts w:ascii="Times New Roman" w:hAnsi="Times New Roman"/>
                  <w:color w:val="FF0000"/>
                  <w:sz w:val="24"/>
                </w:rPr>
                <w:t>http://guidancenewsthatyoucanuse.wikispaces.com/21st+Century+After+School+Program</w:t>
              </w:r>
            </w:hyperlink>
          </w:p>
          <w:p w:rsidR="009F6CBE" w:rsidRPr="00A104B4" w:rsidRDefault="009F6CBE" w:rsidP="009F6CBE">
            <w:pPr>
              <w:rPr>
                <w:rFonts w:ascii="Times New Roman" w:hAnsi="Times New Roman"/>
                <w:sz w:val="24"/>
              </w:rPr>
            </w:pPr>
          </w:p>
          <w:p w:rsidR="009F6CBE" w:rsidRDefault="009F6CBE" w:rsidP="009F6CBE">
            <w:pPr>
              <w:rPr>
                <w:rFonts w:ascii="Times New Roman" w:hAnsi="Times New Roman"/>
                <w:sz w:val="24"/>
              </w:rPr>
            </w:pPr>
            <w:r w:rsidRPr="00D904E2">
              <w:rPr>
                <w:rFonts w:ascii="Times New Roman" w:hAnsi="Times New Roman"/>
                <w:b/>
                <w:i/>
                <w:sz w:val="24"/>
                <w:u w:val="single"/>
              </w:rPr>
              <w:t>H</w:t>
            </w:r>
            <w:r w:rsidRPr="00D904E2">
              <w:rPr>
                <w:rFonts w:ascii="Times New Roman" w:hAnsi="Times New Roman"/>
                <w:b/>
                <w:i/>
                <w:color w:val="000000"/>
                <w:sz w:val="24"/>
                <w:u w:val="single"/>
                <w:shd w:val="clear" w:color="auto" w:fill="FFFFFF"/>
              </w:rPr>
              <w:t xml:space="preserve">ealth Insurance Resources </w:t>
            </w:r>
            <w:r w:rsidRPr="00D904E2">
              <w:rPr>
                <w:rFonts w:ascii="Times New Roman" w:hAnsi="Times New Roman"/>
                <w:b/>
                <w:i/>
                <w:sz w:val="24"/>
                <w:u w:val="single"/>
              </w:rPr>
              <w:t>–</w:t>
            </w:r>
            <w:r w:rsidRPr="00D904E2">
              <w:rPr>
                <w:rFonts w:ascii="Times New Roman" w:hAnsi="Times New Roman"/>
                <w:b/>
                <w:i/>
                <w:color w:val="000000"/>
                <w:sz w:val="24"/>
                <w:u w:val="single"/>
                <w:shd w:val="clear" w:color="auto" w:fill="FFFFFF"/>
              </w:rPr>
              <w:t xml:space="preserve"> </w:t>
            </w:r>
            <w:r w:rsidRPr="00D904E2">
              <w:rPr>
                <w:rFonts w:ascii="Times New Roman" w:hAnsi="Times New Roman"/>
                <w:b/>
                <w:i/>
                <w:sz w:val="24"/>
                <w:u w:val="single"/>
              </w:rPr>
              <w:t>Public Citizens for Children and Youth</w:t>
            </w:r>
            <w:r>
              <w:rPr>
                <w:rFonts w:ascii="Times New Roman" w:hAnsi="Times New Roman"/>
                <w:sz w:val="24"/>
              </w:rPr>
              <w:t xml:space="preserve"> - I</w:t>
            </w:r>
            <w:r w:rsidRPr="00A104B4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nclude directions on how to apply for </w:t>
            </w:r>
            <w:r w:rsidRPr="002E195D">
              <w:rPr>
                <w:rFonts w:ascii="Times New Roman" w:hAnsi="Times New Roman"/>
                <w:b/>
                <w:i/>
                <w:color w:val="000000"/>
                <w:sz w:val="24"/>
                <w:shd w:val="clear" w:color="auto" w:fill="FFFFFF"/>
              </w:rPr>
              <w:t>Medical Assistance</w:t>
            </w:r>
            <w:r w:rsidRPr="00A104B4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and </w:t>
            </w:r>
            <w:r w:rsidRPr="002E195D">
              <w:rPr>
                <w:rFonts w:ascii="Times New Roman" w:hAnsi="Times New Roman"/>
                <w:b/>
                <w:i/>
                <w:color w:val="000000"/>
                <w:sz w:val="24"/>
                <w:shd w:val="clear" w:color="auto" w:fill="FFFFFF"/>
              </w:rPr>
              <w:t>CHIP</w:t>
            </w:r>
            <w:r w:rsidRPr="00A104B4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and a child health helpline to assist families over the phone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.  </w:t>
            </w:r>
          </w:p>
          <w:p w:rsidR="009F6CBE" w:rsidRDefault="00F53095" w:rsidP="009F6CBE">
            <w:pPr>
              <w:rPr>
                <w:rFonts w:ascii="Times New Roman" w:hAnsi="Times New Roman"/>
                <w:sz w:val="24"/>
              </w:rPr>
            </w:pPr>
            <w:hyperlink r:id="rId36" w:history="1">
              <w:r w:rsidR="009F6CBE" w:rsidRPr="00A104B4">
                <w:rPr>
                  <w:rStyle w:val="Hyperlink"/>
                  <w:rFonts w:ascii="Times New Roman" w:hAnsi="Times New Roman"/>
                  <w:sz w:val="24"/>
                </w:rPr>
                <w:t>http://guidancenewsthatyoucanuse.wikispaces.com/Public+Citizens+for+Children+and+Youth+%28PCCY%29</w:t>
              </w:r>
            </w:hyperlink>
            <w:r w:rsidR="009F6CBE">
              <w:rPr>
                <w:rFonts w:ascii="Times New Roman" w:hAnsi="Times New Roman"/>
                <w:sz w:val="24"/>
              </w:rPr>
              <w:t xml:space="preserve">.  </w:t>
            </w:r>
          </w:p>
          <w:p w:rsidR="009F6CBE" w:rsidRDefault="009F6CBE" w:rsidP="009F6CBE">
            <w:pPr>
              <w:rPr>
                <w:rFonts w:ascii="Times New Roman" w:hAnsi="Times New Roman"/>
                <w:sz w:val="24"/>
              </w:rPr>
            </w:pPr>
          </w:p>
          <w:p w:rsidR="009F6CBE" w:rsidRDefault="009F6CBE" w:rsidP="009F6CBE">
            <w:pPr>
              <w:rPr>
                <w:rFonts w:ascii="Times New Roman" w:hAnsi="Times New Roman"/>
                <w:sz w:val="24"/>
              </w:rPr>
            </w:pPr>
            <w:r w:rsidRPr="002E1BF5">
              <w:rPr>
                <w:rFonts w:ascii="Times New Roman" w:hAnsi="Times New Roman"/>
                <w:b/>
                <w:i/>
                <w:sz w:val="24"/>
                <w:u w:val="single"/>
              </w:rPr>
              <w:t xml:space="preserve">Family Services </w:t>
            </w:r>
            <w:r w:rsidRPr="002E195D">
              <w:rPr>
                <w:rFonts w:ascii="Times New Roman" w:hAnsi="Times New Roman"/>
                <w:b/>
                <w:i/>
                <w:sz w:val="24"/>
                <w:u w:val="single"/>
              </w:rPr>
              <w:t xml:space="preserve">Association </w:t>
            </w:r>
            <w:r w:rsidRPr="002E195D">
              <w:rPr>
                <w:rFonts w:ascii="Times New Roman" w:hAnsi="Times New Roman"/>
                <w:sz w:val="24"/>
                <w:u w:val="single"/>
              </w:rPr>
              <w:t xml:space="preserve">– </w:t>
            </w:r>
            <w:r w:rsidRPr="002E195D">
              <w:rPr>
                <w:rFonts w:ascii="Times New Roman" w:hAnsi="Times New Roman"/>
                <w:b/>
                <w:i/>
                <w:sz w:val="24"/>
                <w:u w:val="single"/>
              </w:rPr>
              <w:t>Counseling Services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9F6CBE" w:rsidRPr="00A104B4" w:rsidRDefault="009F6CBE" w:rsidP="009F6CBE">
            <w:pPr>
              <w:rPr>
                <w:rFonts w:ascii="Times New Roman" w:hAnsi="Times New Roman"/>
                <w:sz w:val="24"/>
              </w:rPr>
            </w:pPr>
            <w:r w:rsidRPr="002E1BF5">
              <w:rPr>
                <w:rFonts w:ascii="Times New Roman" w:hAnsi="Times New Roman"/>
                <w:sz w:val="24"/>
              </w:rPr>
              <w:t>I</w:t>
            </w:r>
            <w:r w:rsidRPr="002E1BF5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mproving the lives of children and their families, doing whatever it takes to help them overcome obstacles and reach their full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7F45F5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potential.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hyperlink r:id="rId37" w:history="1">
              <w:r w:rsidRPr="00A104B4">
                <w:rPr>
                  <w:rStyle w:val="Hyperlink"/>
                  <w:rFonts w:ascii="Times New Roman" w:hAnsi="Times New Roman"/>
                  <w:sz w:val="24"/>
                </w:rPr>
                <w:t>http://guidancenewsthatyoucanuse.wikispaces.com/Family+Service+Association+of+Bucks+County</w:t>
              </w:r>
            </w:hyperlink>
          </w:p>
          <w:p w:rsidR="009F6CBE" w:rsidRDefault="009F6CBE" w:rsidP="009F6CBE">
            <w:pPr>
              <w:rPr>
                <w:rFonts w:ascii="Times New Roman" w:hAnsi="Times New Roman"/>
                <w:sz w:val="24"/>
              </w:rPr>
            </w:pPr>
          </w:p>
          <w:p w:rsidR="009F6CBE" w:rsidRPr="00695398" w:rsidRDefault="009F6CBE" w:rsidP="009F6CBE">
            <w:pPr>
              <w:rPr>
                <w:rFonts w:ascii="Times New Roman" w:hAnsi="Times New Roman"/>
                <w:sz w:val="24"/>
              </w:rPr>
            </w:pPr>
            <w:r w:rsidRPr="002E1BF5">
              <w:rPr>
                <w:rFonts w:ascii="Times New Roman" w:hAnsi="Times New Roman"/>
                <w:b/>
                <w:i/>
                <w:sz w:val="24"/>
                <w:u w:val="single"/>
              </w:rPr>
              <w:t xml:space="preserve">The Center for Parenting </w:t>
            </w:r>
            <w:r w:rsidRPr="00161892">
              <w:rPr>
                <w:rFonts w:ascii="Times New Roman" w:hAnsi="Times New Roman"/>
                <w:b/>
                <w:i/>
                <w:sz w:val="24"/>
                <w:u w:val="single"/>
              </w:rPr>
              <w:t>Education – Online Resources</w:t>
            </w:r>
            <w:r w:rsidRPr="005A6CF9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5A6CF9">
              <w:rPr>
                <w:rFonts w:ascii="Times New Roman" w:hAnsi="Times New Roman"/>
                <w:sz w:val="24"/>
              </w:rPr>
              <w:t xml:space="preserve">– </w:t>
            </w:r>
            <w:r>
              <w:rPr>
                <w:rFonts w:ascii="Times New Roman" w:hAnsi="Times New Roman"/>
                <w:sz w:val="24"/>
              </w:rPr>
              <w:t>E</w:t>
            </w:r>
            <w:r w:rsidRPr="00695398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ducate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s</w:t>
            </w:r>
            <w:r w:rsidRPr="00695398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and support parents to raise their children in emotionally healthy ways so that their children can thrive personally, socially and academically.</w:t>
            </w:r>
          </w:p>
          <w:p w:rsidR="009F6CBE" w:rsidRPr="00A104B4" w:rsidRDefault="00F53095" w:rsidP="009F6CBE">
            <w:pPr>
              <w:rPr>
                <w:rFonts w:ascii="Times New Roman" w:hAnsi="Times New Roman"/>
                <w:sz w:val="24"/>
              </w:rPr>
            </w:pPr>
            <w:hyperlink r:id="rId38" w:history="1">
              <w:r w:rsidR="009F6CBE" w:rsidRPr="00A104B4">
                <w:rPr>
                  <w:rStyle w:val="Hyperlink"/>
                  <w:rFonts w:ascii="Times New Roman" w:hAnsi="Times New Roman"/>
                  <w:sz w:val="24"/>
                </w:rPr>
                <w:t>http://guidancenewsthatyoucanuse.wikispaces.com/The+Center+for+Parenting+Education</w:t>
              </w:r>
            </w:hyperlink>
          </w:p>
          <w:p w:rsidR="009F6CBE" w:rsidRDefault="009F6CBE" w:rsidP="009F6CBE">
            <w:pPr>
              <w:rPr>
                <w:rFonts w:ascii="Times New Roman" w:hAnsi="Times New Roman"/>
                <w:b/>
                <w:i/>
                <w:sz w:val="24"/>
                <w:u w:val="single"/>
              </w:rPr>
            </w:pPr>
          </w:p>
          <w:p w:rsidR="00D77E84" w:rsidRDefault="009F6CBE" w:rsidP="0038061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  <w:r w:rsidRPr="002B0E98">
              <w:rPr>
                <w:rFonts w:ascii="Times New Roman" w:hAnsi="Times New Roman"/>
                <w:sz w:val="24"/>
              </w:rPr>
              <w:t xml:space="preserve">dditional resources </w:t>
            </w:r>
            <w:r>
              <w:rPr>
                <w:rFonts w:ascii="Times New Roman" w:hAnsi="Times New Roman"/>
                <w:sz w:val="24"/>
              </w:rPr>
              <w:t xml:space="preserve">are located at </w:t>
            </w:r>
            <w:hyperlink r:id="rId39" w:history="1">
              <w:r w:rsidRPr="004614E7">
                <w:rPr>
                  <w:rStyle w:val="Hyperlink"/>
                  <w:rFonts w:ascii="Times New Roman" w:hAnsi="Times New Roman"/>
                  <w:sz w:val="24"/>
                </w:rPr>
                <w:t>http://guidancenewsthatyoucanuse.wikispaces.com/</w:t>
              </w:r>
            </w:hyperlink>
            <w:r w:rsidRPr="004614E7">
              <w:rPr>
                <w:rFonts w:ascii="Times New Roman" w:hAnsi="Times New Roman"/>
                <w:sz w:val="24"/>
              </w:rPr>
              <w:t>.</w:t>
            </w:r>
          </w:p>
          <w:p w:rsidR="00B336DD" w:rsidRDefault="00B336DD" w:rsidP="00380615">
            <w:pPr>
              <w:rPr>
                <w:rFonts w:ascii="Times New Roman" w:hAnsi="Times New Roman"/>
                <w:sz w:val="24"/>
              </w:rPr>
            </w:pPr>
          </w:p>
          <w:p w:rsidR="00B336DD" w:rsidRDefault="00B336DD" w:rsidP="00380615">
            <w:pPr>
              <w:rPr>
                <w:rFonts w:ascii="Times New Roman" w:hAnsi="Times New Roman"/>
                <w:sz w:val="24"/>
              </w:rPr>
            </w:pPr>
          </w:p>
          <w:p w:rsidR="00B336DD" w:rsidRDefault="00B336DD" w:rsidP="00380615">
            <w:pPr>
              <w:rPr>
                <w:rFonts w:ascii="Times New Roman" w:hAnsi="Times New Roman"/>
                <w:sz w:val="24"/>
              </w:rPr>
            </w:pPr>
          </w:p>
          <w:p w:rsidR="00B336DD" w:rsidRDefault="00B336DD" w:rsidP="00380615">
            <w:pPr>
              <w:rPr>
                <w:rFonts w:ascii="Times New Roman" w:hAnsi="Times New Roman"/>
                <w:sz w:val="24"/>
              </w:rPr>
            </w:pPr>
          </w:p>
          <w:p w:rsidR="00B336DD" w:rsidRDefault="00B336DD" w:rsidP="00380615">
            <w:pPr>
              <w:rPr>
                <w:rFonts w:ascii="Times New Roman" w:hAnsi="Times New Roman"/>
                <w:sz w:val="24"/>
              </w:rPr>
            </w:pPr>
          </w:p>
          <w:p w:rsidR="00B336DD" w:rsidRDefault="00B336DD" w:rsidP="00B336DD">
            <w:pPr>
              <w:pStyle w:val="NoSpacing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  <w:t xml:space="preserve">Edit Open House page for final appearance, send email to students and parents on 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  <w:t>icampus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  <w:t>togo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  <w:t xml:space="preserve"> to Eighth Grade </w:t>
            </w:r>
            <w:proofErr w:type="spellStart"/>
            <w:r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  <w:t>Annoucnemnts</w:t>
            </w:r>
            <w:proofErr w:type="spellEnd"/>
            <w:r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  <w:t xml:space="preserve"> page through joining remind app.</w:t>
            </w:r>
          </w:p>
          <w:p w:rsidR="00B336DD" w:rsidRPr="00D13CEF" w:rsidRDefault="00B336DD" w:rsidP="00380615">
            <w:pPr>
              <w:rPr>
                <w:noProof/>
              </w:rPr>
            </w:pPr>
          </w:p>
        </w:tc>
      </w:tr>
    </w:tbl>
    <w:p w:rsidR="00BA7758" w:rsidRDefault="00BA7758" w:rsidP="006D4B92"/>
    <w:sectPr w:rsidR="00BA7758" w:rsidSect="00F91426">
      <w:pgSz w:w="12240" w:h="15840" w:code="1"/>
      <w:pgMar w:top="720" w:right="2448" w:bottom="432" w:left="244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095" w:rsidRDefault="00F53095">
      <w:r>
        <w:separator/>
      </w:r>
    </w:p>
  </w:endnote>
  <w:endnote w:type="continuationSeparator" w:id="0">
    <w:p w:rsidR="00F53095" w:rsidRDefault="00F53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095" w:rsidRDefault="00F53095">
      <w:r>
        <w:separator/>
      </w:r>
    </w:p>
  </w:footnote>
  <w:footnote w:type="continuationSeparator" w:id="0">
    <w:p w:rsidR="00F53095" w:rsidRDefault="00F530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2pt;height:12pt" o:bullet="t">
        <v:imagedata r:id="rId1" o:title="mso9"/>
      </v:shape>
    </w:pict>
  </w:numPicBullet>
  <w:numPicBullet w:numPicBulletId="1">
    <w:pict>
      <v:shape id="_x0000_i1035" type="#_x0000_t75" style="width:9pt;height:9pt" o:bullet="t">
        <v:imagedata r:id="rId2" o:title="bullet3"/>
      </v:shape>
    </w:pict>
  </w:numPicBullet>
  <w:numPicBullet w:numPicBulletId="2">
    <w:pict>
      <v:shape id="_x0000_i1036" type="#_x0000_t75" style="width:12.75pt;height:12.75pt;visibility:visible;mso-wrap-style:square" o:bullet="t">
        <v:imagedata r:id="rId3" o:title="Truman Paw Print"/>
      </v:shape>
    </w:pict>
  </w:numPicBullet>
  <w:abstractNum w:abstractNumId="0">
    <w:nsid w:val="FFFFFF7C"/>
    <w:multiLevelType w:val="singleLevel"/>
    <w:tmpl w:val="E00E048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1C227E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29898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E667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71CCF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B0AC86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D46A23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7BEA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2B2DD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CCC33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16795F"/>
    <w:multiLevelType w:val="hybridMultilevel"/>
    <w:tmpl w:val="B0D0C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ED51AA"/>
    <w:multiLevelType w:val="multilevel"/>
    <w:tmpl w:val="6C185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06F64314"/>
    <w:multiLevelType w:val="hybridMultilevel"/>
    <w:tmpl w:val="35960286"/>
    <w:lvl w:ilvl="0" w:tplc="5B125994">
      <w:start w:val="4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61EE60FE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6FF0B52"/>
    <w:multiLevelType w:val="hybridMultilevel"/>
    <w:tmpl w:val="63A88610"/>
    <w:lvl w:ilvl="0" w:tplc="87DCA81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CE32425"/>
    <w:multiLevelType w:val="hybridMultilevel"/>
    <w:tmpl w:val="A584410C"/>
    <w:lvl w:ilvl="0" w:tplc="91B68B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FF96930"/>
    <w:multiLevelType w:val="hybridMultilevel"/>
    <w:tmpl w:val="A678C6F8"/>
    <w:lvl w:ilvl="0" w:tplc="CBC26A00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5A05B32"/>
    <w:multiLevelType w:val="hybridMultilevel"/>
    <w:tmpl w:val="ACBAE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612040"/>
    <w:multiLevelType w:val="hybridMultilevel"/>
    <w:tmpl w:val="15E8C2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834637"/>
    <w:multiLevelType w:val="hybridMultilevel"/>
    <w:tmpl w:val="3DB81A64"/>
    <w:lvl w:ilvl="0" w:tplc="B6008CD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2931D9D"/>
    <w:multiLevelType w:val="hybridMultilevel"/>
    <w:tmpl w:val="2FDA1B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71C0ED1"/>
    <w:multiLevelType w:val="hybridMultilevel"/>
    <w:tmpl w:val="DC064D34"/>
    <w:lvl w:ilvl="0" w:tplc="12EC5CD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8075F45"/>
    <w:multiLevelType w:val="multilevel"/>
    <w:tmpl w:val="2E8E5486"/>
    <w:lvl w:ilvl="0">
      <w:start w:val="1"/>
      <w:numFmt w:val="bullet"/>
      <w:lvlText w:val="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PicBulletId w:val="1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2">
    <w:nsid w:val="2F840552"/>
    <w:multiLevelType w:val="hybridMultilevel"/>
    <w:tmpl w:val="A35C7850"/>
    <w:lvl w:ilvl="0" w:tplc="413C18CA">
      <w:start w:val="1"/>
      <w:numFmt w:val="bullet"/>
      <w:lvlText w:val=""/>
      <w:lvlJc w:val="left"/>
      <w:pPr>
        <w:tabs>
          <w:tab w:val="num" w:pos="532"/>
        </w:tabs>
        <w:ind w:left="532" w:hanging="288"/>
      </w:pPr>
      <w:rPr>
        <w:rFonts w:ascii="Symbol" w:hAnsi="Symbol" w:hint="default"/>
        <w:b w:val="0"/>
        <w:i w:val="0"/>
        <w:color w:val="506280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32C5678"/>
    <w:multiLevelType w:val="hybridMultilevel"/>
    <w:tmpl w:val="845C3C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CF09B6"/>
    <w:multiLevelType w:val="hybridMultilevel"/>
    <w:tmpl w:val="6E448E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8360F4A"/>
    <w:multiLevelType w:val="hybridMultilevel"/>
    <w:tmpl w:val="6298DE2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49C31531"/>
    <w:multiLevelType w:val="hybridMultilevel"/>
    <w:tmpl w:val="B9102C14"/>
    <w:lvl w:ilvl="0" w:tplc="BF886E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D016F76"/>
    <w:multiLevelType w:val="hybridMultilevel"/>
    <w:tmpl w:val="9FB0D058"/>
    <w:lvl w:ilvl="0" w:tplc="1AEAD0F4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E7A52D0"/>
    <w:multiLevelType w:val="multilevel"/>
    <w:tmpl w:val="12F20D02"/>
    <w:lvl w:ilvl="0">
      <w:start w:val="1"/>
      <w:numFmt w:val="decimal"/>
      <w:lvlText w:val="%1."/>
      <w:lvlJc w:val="left"/>
      <w:pPr>
        <w:tabs>
          <w:tab w:val="num" w:pos="568"/>
        </w:tabs>
        <w:ind w:left="568" w:hanging="432"/>
      </w:pPr>
      <w:rPr>
        <w:rFonts w:ascii="Verdana" w:hAnsi="Verdana" w:hint="default"/>
        <w:b w:val="0"/>
        <w:i/>
        <w:color w:val="50628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</w:lvl>
    <w:lvl w:ilvl="2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</w:lvl>
    <w:lvl w:ilvl="3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</w:lvl>
    <w:lvl w:ilvl="4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</w:lvl>
    <w:lvl w:ilvl="5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</w:lvl>
    <w:lvl w:ilvl="6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</w:lvl>
    <w:lvl w:ilvl="7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</w:lvl>
    <w:lvl w:ilvl="8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</w:lvl>
  </w:abstractNum>
  <w:abstractNum w:abstractNumId="29">
    <w:nsid w:val="55BA0500"/>
    <w:multiLevelType w:val="hybridMultilevel"/>
    <w:tmpl w:val="1E5C3350"/>
    <w:lvl w:ilvl="0" w:tplc="3328EB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A721D13"/>
    <w:multiLevelType w:val="hybridMultilevel"/>
    <w:tmpl w:val="B7B6525A"/>
    <w:lvl w:ilvl="0" w:tplc="64CEBA42">
      <w:start w:val="1"/>
      <w:numFmt w:val="decimal"/>
      <w:pStyle w:val="Quotation2Numbered"/>
      <w:lvlText w:val="%1."/>
      <w:lvlJc w:val="left"/>
      <w:pPr>
        <w:tabs>
          <w:tab w:val="num" w:pos="648"/>
        </w:tabs>
        <w:ind w:left="648" w:hanging="432"/>
      </w:pPr>
      <w:rPr>
        <w:rFonts w:ascii="Verdana" w:hAnsi="Verdana" w:hint="default"/>
        <w:b w:val="0"/>
        <w:i/>
        <w:color w:val="506280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</w:lvl>
  </w:abstractNum>
  <w:abstractNum w:abstractNumId="31">
    <w:nsid w:val="60D47D16"/>
    <w:multiLevelType w:val="hybridMultilevel"/>
    <w:tmpl w:val="217E48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47C22E4"/>
    <w:multiLevelType w:val="hybridMultilevel"/>
    <w:tmpl w:val="B11E4EB6"/>
    <w:lvl w:ilvl="0" w:tplc="1BB6878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F54C03"/>
    <w:multiLevelType w:val="hybridMultilevel"/>
    <w:tmpl w:val="33EC6322"/>
    <w:lvl w:ilvl="0" w:tplc="A02664E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A160FE"/>
    <w:multiLevelType w:val="hybridMultilevel"/>
    <w:tmpl w:val="646CFC74"/>
    <w:lvl w:ilvl="0" w:tplc="9926BC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8351B7"/>
    <w:multiLevelType w:val="multilevel"/>
    <w:tmpl w:val="2ACA04CA"/>
    <w:lvl w:ilvl="0">
      <w:start w:val="1"/>
      <w:numFmt w:val="decimal"/>
      <w:lvlText w:val="%1."/>
      <w:lvlJc w:val="left"/>
      <w:pPr>
        <w:tabs>
          <w:tab w:val="num" w:pos="921"/>
        </w:tabs>
        <w:ind w:left="921" w:hanging="432"/>
      </w:pPr>
      <w:rPr>
        <w:rFonts w:ascii="Verdana" w:hAnsi="Verdana" w:hint="default"/>
        <w:b w:val="0"/>
        <w:i/>
        <w:color w:val="50628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685"/>
        </w:tabs>
        <w:ind w:left="1685" w:hanging="360"/>
      </w:pPr>
    </w:lvl>
    <w:lvl w:ilvl="2">
      <w:start w:val="1"/>
      <w:numFmt w:val="lowerRoman"/>
      <w:lvlText w:val="%3."/>
      <w:lvlJc w:val="right"/>
      <w:pPr>
        <w:tabs>
          <w:tab w:val="num" w:pos="2405"/>
        </w:tabs>
        <w:ind w:left="2405" w:hanging="180"/>
      </w:pPr>
    </w:lvl>
    <w:lvl w:ilvl="3">
      <w:start w:val="1"/>
      <w:numFmt w:val="decimal"/>
      <w:lvlText w:val="%4."/>
      <w:lvlJc w:val="left"/>
      <w:pPr>
        <w:tabs>
          <w:tab w:val="num" w:pos="3125"/>
        </w:tabs>
        <w:ind w:left="3125" w:hanging="360"/>
      </w:pPr>
    </w:lvl>
    <w:lvl w:ilvl="4">
      <w:start w:val="1"/>
      <w:numFmt w:val="lowerLetter"/>
      <w:lvlText w:val="%5."/>
      <w:lvlJc w:val="left"/>
      <w:pPr>
        <w:tabs>
          <w:tab w:val="num" w:pos="3845"/>
        </w:tabs>
        <w:ind w:left="3845" w:hanging="360"/>
      </w:pPr>
    </w:lvl>
    <w:lvl w:ilvl="5">
      <w:start w:val="1"/>
      <w:numFmt w:val="lowerRoman"/>
      <w:lvlText w:val="%6."/>
      <w:lvlJc w:val="right"/>
      <w:pPr>
        <w:tabs>
          <w:tab w:val="num" w:pos="4565"/>
        </w:tabs>
        <w:ind w:left="4565" w:hanging="180"/>
      </w:pPr>
    </w:lvl>
    <w:lvl w:ilvl="6">
      <w:start w:val="1"/>
      <w:numFmt w:val="decimal"/>
      <w:lvlText w:val="%7."/>
      <w:lvlJc w:val="left"/>
      <w:pPr>
        <w:tabs>
          <w:tab w:val="num" w:pos="5285"/>
        </w:tabs>
        <w:ind w:left="5285" w:hanging="360"/>
      </w:pPr>
    </w:lvl>
    <w:lvl w:ilvl="7">
      <w:start w:val="1"/>
      <w:numFmt w:val="lowerLetter"/>
      <w:lvlText w:val="%8."/>
      <w:lvlJc w:val="left"/>
      <w:pPr>
        <w:tabs>
          <w:tab w:val="num" w:pos="6005"/>
        </w:tabs>
        <w:ind w:left="6005" w:hanging="360"/>
      </w:pPr>
    </w:lvl>
    <w:lvl w:ilvl="8">
      <w:start w:val="1"/>
      <w:numFmt w:val="lowerRoman"/>
      <w:lvlText w:val="%9."/>
      <w:lvlJc w:val="right"/>
      <w:pPr>
        <w:tabs>
          <w:tab w:val="num" w:pos="6725"/>
        </w:tabs>
        <w:ind w:left="6725" w:hanging="180"/>
      </w:pPr>
    </w:lvl>
  </w:abstractNum>
  <w:abstractNum w:abstractNumId="36">
    <w:nsid w:val="72EA3C9F"/>
    <w:multiLevelType w:val="hybridMultilevel"/>
    <w:tmpl w:val="D47EA81A"/>
    <w:lvl w:ilvl="0" w:tplc="FB7C8CB8">
      <w:start w:val="1"/>
      <w:numFmt w:val="decimal"/>
      <w:lvlText w:val="%1."/>
      <w:lvlJc w:val="left"/>
      <w:pPr>
        <w:tabs>
          <w:tab w:val="num" w:pos="676"/>
        </w:tabs>
        <w:ind w:left="676" w:hanging="432"/>
      </w:pPr>
      <w:rPr>
        <w:rFonts w:ascii="Verdana" w:hAnsi="Verdana" w:hint="default"/>
        <w:b w:val="0"/>
        <w:i/>
        <w:color w:val="506280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EC488D"/>
    <w:multiLevelType w:val="hybridMultilevel"/>
    <w:tmpl w:val="6F768F16"/>
    <w:lvl w:ilvl="0" w:tplc="D98E96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516718"/>
    <w:multiLevelType w:val="multilevel"/>
    <w:tmpl w:val="1952B332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432"/>
      </w:pPr>
      <w:rPr>
        <w:rFonts w:ascii="Verdana" w:hAnsi="Verdana" w:hint="default"/>
        <w:b w:val="0"/>
        <w:i/>
        <w:color w:val="50628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</w:lvl>
    <w:lvl w:ilvl="2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</w:lvl>
    <w:lvl w:ilvl="3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</w:lvl>
    <w:lvl w:ilvl="4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</w:lvl>
    <w:lvl w:ilvl="5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</w:lvl>
    <w:lvl w:ilvl="6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</w:lvl>
    <w:lvl w:ilvl="7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</w:lvl>
    <w:lvl w:ilvl="8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5"/>
  </w:num>
  <w:num w:numId="12">
    <w:abstractNumId w:val="14"/>
  </w:num>
  <w:num w:numId="13">
    <w:abstractNumId w:val="12"/>
  </w:num>
  <w:num w:numId="14">
    <w:abstractNumId w:val="21"/>
  </w:num>
  <w:num w:numId="15">
    <w:abstractNumId w:val="34"/>
  </w:num>
  <w:num w:numId="16">
    <w:abstractNumId w:val="31"/>
  </w:num>
  <w:num w:numId="17">
    <w:abstractNumId w:val="22"/>
  </w:num>
  <w:num w:numId="18">
    <w:abstractNumId w:val="36"/>
  </w:num>
  <w:num w:numId="19">
    <w:abstractNumId w:val="30"/>
  </w:num>
  <w:num w:numId="20">
    <w:abstractNumId w:val="35"/>
  </w:num>
  <w:num w:numId="21">
    <w:abstractNumId w:val="28"/>
  </w:num>
  <w:num w:numId="22">
    <w:abstractNumId w:val="24"/>
  </w:num>
  <w:num w:numId="23">
    <w:abstractNumId w:val="38"/>
  </w:num>
  <w:num w:numId="24">
    <w:abstractNumId w:val="30"/>
    <w:lvlOverride w:ilvl="0">
      <w:startOverride w:val="1"/>
    </w:lvlOverride>
  </w:num>
  <w:num w:numId="25">
    <w:abstractNumId w:val="37"/>
  </w:num>
  <w:num w:numId="26">
    <w:abstractNumId w:val="19"/>
  </w:num>
  <w:num w:numId="27">
    <w:abstractNumId w:val="16"/>
  </w:num>
  <w:num w:numId="28">
    <w:abstractNumId w:val="29"/>
  </w:num>
  <w:num w:numId="29">
    <w:abstractNumId w:val="10"/>
  </w:num>
  <w:num w:numId="30">
    <w:abstractNumId w:val="23"/>
  </w:num>
  <w:num w:numId="31">
    <w:abstractNumId w:val="26"/>
  </w:num>
  <w:num w:numId="32">
    <w:abstractNumId w:val="17"/>
  </w:num>
  <w:num w:numId="33">
    <w:abstractNumId w:val="11"/>
  </w:num>
  <w:num w:numId="34">
    <w:abstractNumId w:val="20"/>
  </w:num>
  <w:num w:numId="35">
    <w:abstractNumId w:val="18"/>
  </w:num>
  <w:num w:numId="36">
    <w:abstractNumId w:val="27"/>
  </w:num>
  <w:num w:numId="37">
    <w:abstractNumId w:val="13"/>
  </w:num>
  <w:num w:numId="38">
    <w:abstractNumId w:val="15"/>
  </w:num>
  <w:num w:numId="39">
    <w:abstractNumId w:val="33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91B"/>
    <w:rsid w:val="00000F9F"/>
    <w:rsid w:val="00005889"/>
    <w:rsid w:val="000058C5"/>
    <w:rsid w:val="00007121"/>
    <w:rsid w:val="00010341"/>
    <w:rsid w:val="00010B45"/>
    <w:rsid w:val="0001355E"/>
    <w:rsid w:val="000140E4"/>
    <w:rsid w:val="0001741F"/>
    <w:rsid w:val="000232D7"/>
    <w:rsid w:val="0002411E"/>
    <w:rsid w:val="00026AD8"/>
    <w:rsid w:val="000345B5"/>
    <w:rsid w:val="0003518C"/>
    <w:rsid w:val="000359E8"/>
    <w:rsid w:val="0004333D"/>
    <w:rsid w:val="0004732E"/>
    <w:rsid w:val="00051F03"/>
    <w:rsid w:val="00054C15"/>
    <w:rsid w:val="000556F0"/>
    <w:rsid w:val="00055EB7"/>
    <w:rsid w:val="00064766"/>
    <w:rsid w:val="000746C2"/>
    <w:rsid w:val="00074D3D"/>
    <w:rsid w:val="00075861"/>
    <w:rsid w:val="00076A10"/>
    <w:rsid w:val="00081F0E"/>
    <w:rsid w:val="00085F7A"/>
    <w:rsid w:val="00090322"/>
    <w:rsid w:val="00090B46"/>
    <w:rsid w:val="00092788"/>
    <w:rsid w:val="00093D69"/>
    <w:rsid w:val="000940D0"/>
    <w:rsid w:val="000A03E3"/>
    <w:rsid w:val="000A04C8"/>
    <w:rsid w:val="000A1054"/>
    <w:rsid w:val="000A3A98"/>
    <w:rsid w:val="000A3BC1"/>
    <w:rsid w:val="000A5AF6"/>
    <w:rsid w:val="000A7438"/>
    <w:rsid w:val="000C78E2"/>
    <w:rsid w:val="000D010D"/>
    <w:rsid w:val="000D15FD"/>
    <w:rsid w:val="000D1F53"/>
    <w:rsid w:val="000D4835"/>
    <w:rsid w:val="000D6D1D"/>
    <w:rsid w:val="000E037E"/>
    <w:rsid w:val="000F4D30"/>
    <w:rsid w:val="000F4D5D"/>
    <w:rsid w:val="000F60DF"/>
    <w:rsid w:val="001009B6"/>
    <w:rsid w:val="00101634"/>
    <w:rsid w:val="001053CF"/>
    <w:rsid w:val="00110010"/>
    <w:rsid w:val="00110C8C"/>
    <w:rsid w:val="00121622"/>
    <w:rsid w:val="001235E3"/>
    <w:rsid w:val="0012450A"/>
    <w:rsid w:val="001300ED"/>
    <w:rsid w:val="00130AD8"/>
    <w:rsid w:val="00136778"/>
    <w:rsid w:val="0014521A"/>
    <w:rsid w:val="00146264"/>
    <w:rsid w:val="001472C7"/>
    <w:rsid w:val="00150C86"/>
    <w:rsid w:val="00151C99"/>
    <w:rsid w:val="00152172"/>
    <w:rsid w:val="001570E9"/>
    <w:rsid w:val="001609F2"/>
    <w:rsid w:val="00160F2C"/>
    <w:rsid w:val="00161892"/>
    <w:rsid w:val="00164B67"/>
    <w:rsid w:val="00165687"/>
    <w:rsid w:val="00166A50"/>
    <w:rsid w:val="00172445"/>
    <w:rsid w:val="00173E88"/>
    <w:rsid w:val="00173EA3"/>
    <w:rsid w:val="00182803"/>
    <w:rsid w:val="00185046"/>
    <w:rsid w:val="00186381"/>
    <w:rsid w:val="00187F11"/>
    <w:rsid w:val="001935B5"/>
    <w:rsid w:val="001941A5"/>
    <w:rsid w:val="0019438C"/>
    <w:rsid w:val="00194AAA"/>
    <w:rsid w:val="00196D12"/>
    <w:rsid w:val="001A1221"/>
    <w:rsid w:val="001A531C"/>
    <w:rsid w:val="001A6E45"/>
    <w:rsid w:val="001B05A1"/>
    <w:rsid w:val="001B2DD0"/>
    <w:rsid w:val="001B6D1B"/>
    <w:rsid w:val="001B72A7"/>
    <w:rsid w:val="001C1F7C"/>
    <w:rsid w:val="001C40E1"/>
    <w:rsid w:val="001C4941"/>
    <w:rsid w:val="001D0002"/>
    <w:rsid w:val="001D0085"/>
    <w:rsid w:val="001D0098"/>
    <w:rsid w:val="001D1081"/>
    <w:rsid w:val="001D13C6"/>
    <w:rsid w:val="001E0F60"/>
    <w:rsid w:val="001E30A0"/>
    <w:rsid w:val="001E3E8A"/>
    <w:rsid w:val="001E4543"/>
    <w:rsid w:val="001E5CEA"/>
    <w:rsid w:val="001E7377"/>
    <w:rsid w:val="001F13BB"/>
    <w:rsid w:val="001F1A09"/>
    <w:rsid w:val="001F2C46"/>
    <w:rsid w:val="001F33B0"/>
    <w:rsid w:val="001F6880"/>
    <w:rsid w:val="001F72B2"/>
    <w:rsid w:val="001F7F1F"/>
    <w:rsid w:val="00200025"/>
    <w:rsid w:val="002003C0"/>
    <w:rsid w:val="00204666"/>
    <w:rsid w:val="00204916"/>
    <w:rsid w:val="00205094"/>
    <w:rsid w:val="00211292"/>
    <w:rsid w:val="002146A6"/>
    <w:rsid w:val="002153A7"/>
    <w:rsid w:val="00217F94"/>
    <w:rsid w:val="00227DC8"/>
    <w:rsid w:val="00233332"/>
    <w:rsid w:val="00235BEE"/>
    <w:rsid w:val="002376C1"/>
    <w:rsid w:val="00250376"/>
    <w:rsid w:val="002566A8"/>
    <w:rsid w:val="00256EA4"/>
    <w:rsid w:val="00264404"/>
    <w:rsid w:val="00265162"/>
    <w:rsid w:val="00276542"/>
    <w:rsid w:val="002822F3"/>
    <w:rsid w:val="0028497F"/>
    <w:rsid w:val="00285BAE"/>
    <w:rsid w:val="0029335F"/>
    <w:rsid w:val="00295B13"/>
    <w:rsid w:val="0029658D"/>
    <w:rsid w:val="002A0571"/>
    <w:rsid w:val="002A39B1"/>
    <w:rsid w:val="002A4EDA"/>
    <w:rsid w:val="002A5BC5"/>
    <w:rsid w:val="002B0E98"/>
    <w:rsid w:val="002B2046"/>
    <w:rsid w:val="002B27C5"/>
    <w:rsid w:val="002B43EB"/>
    <w:rsid w:val="002B49CD"/>
    <w:rsid w:val="002C0245"/>
    <w:rsid w:val="002C2D65"/>
    <w:rsid w:val="002C3529"/>
    <w:rsid w:val="002C5CAD"/>
    <w:rsid w:val="002C75A5"/>
    <w:rsid w:val="002E195D"/>
    <w:rsid w:val="002E1BF5"/>
    <w:rsid w:val="002E2608"/>
    <w:rsid w:val="002F2E42"/>
    <w:rsid w:val="002F436D"/>
    <w:rsid w:val="00300B00"/>
    <w:rsid w:val="0030150E"/>
    <w:rsid w:val="003025B1"/>
    <w:rsid w:val="0030404A"/>
    <w:rsid w:val="00304687"/>
    <w:rsid w:val="00307BA4"/>
    <w:rsid w:val="0031077D"/>
    <w:rsid w:val="0031142F"/>
    <w:rsid w:val="00313CEB"/>
    <w:rsid w:val="00314703"/>
    <w:rsid w:val="003267A6"/>
    <w:rsid w:val="00335D94"/>
    <w:rsid w:val="00342E36"/>
    <w:rsid w:val="003507D4"/>
    <w:rsid w:val="003514B1"/>
    <w:rsid w:val="00353CED"/>
    <w:rsid w:val="003546E4"/>
    <w:rsid w:val="003604CF"/>
    <w:rsid w:val="00362336"/>
    <w:rsid w:val="00363CEA"/>
    <w:rsid w:val="003656AD"/>
    <w:rsid w:val="00374AF2"/>
    <w:rsid w:val="00375FA0"/>
    <w:rsid w:val="00377730"/>
    <w:rsid w:val="00380615"/>
    <w:rsid w:val="003837F0"/>
    <w:rsid w:val="00390114"/>
    <w:rsid w:val="00390A55"/>
    <w:rsid w:val="00393C77"/>
    <w:rsid w:val="00394749"/>
    <w:rsid w:val="00394E4D"/>
    <w:rsid w:val="00397C7D"/>
    <w:rsid w:val="003A076B"/>
    <w:rsid w:val="003A4528"/>
    <w:rsid w:val="003A50F6"/>
    <w:rsid w:val="003B430A"/>
    <w:rsid w:val="003B4F4C"/>
    <w:rsid w:val="003C038D"/>
    <w:rsid w:val="003C1FB6"/>
    <w:rsid w:val="003C77EE"/>
    <w:rsid w:val="003C7B7A"/>
    <w:rsid w:val="003D16E8"/>
    <w:rsid w:val="003D3ADF"/>
    <w:rsid w:val="003D6208"/>
    <w:rsid w:val="003E044C"/>
    <w:rsid w:val="003E24DC"/>
    <w:rsid w:val="003E389A"/>
    <w:rsid w:val="003E5EE4"/>
    <w:rsid w:val="003E7FD4"/>
    <w:rsid w:val="003E7FDE"/>
    <w:rsid w:val="003F6BCE"/>
    <w:rsid w:val="00403761"/>
    <w:rsid w:val="00405BAC"/>
    <w:rsid w:val="0040733B"/>
    <w:rsid w:val="00407FF3"/>
    <w:rsid w:val="00414F1E"/>
    <w:rsid w:val="00415D43"/>
    <w:rsid w:val="00421AEA"/>
    <w:rsid w:val="004266EA"/>
    <w:rsid w:val="00426D68"/>
    <w:rsid w:val="00430AB6"/>
    <w:rsid w:val="00432BF4"/>
    <w:rsid w:val="00435AD5"/>
    <w:rsid w:val="00435B89"/>
    <w:rsid w:val="0043641D"/>
    <w:rsid w:val="00441433"/>
    <w:rsid w:val="00441A26"/>
    <w:rsid w:val="00441A85"/>
    <w:rsid w:val="0044590C"/>
    <w:rsid w:val="004473C9"/>
    <w:rsid w:val="004501FD"/>
    <w:rsid w:val="004575B3"/>
    <w:rsid w:val="004614E7"/>
    <w:rsid w:val="00471019"/>
    <w:rsid w:val="00473036"/>
    <w:rsid w:val="00474941"/>
    <w:rsid w:val="004779A1"/>
    <w:rsid w:val="004837CA"/>
    <w:rsid w:val="00485020"/>
    <w:rsid w:val="00490897"/>
    <w:rsid w:val="004912F9"/>
    <w:rsid w:val="00492128"/>
    <w:rsid w:val="00497E92"/>
    <w:rsid w:val="004A5D08"/>
    <w:rsid w:val="004A5F0C"/>
    <w:rsid w:val="004B2320"/>
    <w:rsid w:val="004B2BB3"/>
    <w:rsid w:val="004B48BC"/>
    <w:rsid w:val="004C611F"/>
    <w:rsid w:val="004C6A9C"/>
    <w:rsid w:val="004D044F"/>
    <w:rsid w:val="004D14B2"/>
    <w:rsid w:val="004D2934"/>
    <w:rsid w:val="004D2B35"/>
    <w:rsid w:val="004D4117"/>
    <w:rsid w:val="004D67DC"/>
    <w:rsid w:val="004D7D8B"/>
    <w:rsid w:val="004E177C"/>
    <w:rsid w:val="004F1207"/>
    <w:rsid w:val="004F3FC1"/>
    <w:rsid w:val="004F5F4C"/>
    <w:rsid w:val="0050069F"/>
    <w:rsid w:val="005115BC"/>
    <w:rsid w:val="00512364"/>
    <w:rsid w:val="00514A7A"/>
    <w:rsid w:val="00515EAD"/>
    <w:rsid w:val="0052169B"/>
    <w:rsid w:val="00522B6B"/>
    <w:rsid w:val="005244E7"/>
    <w:rsid w:val="005262A1"/>
    <w:rsid w:val="005263A8"/>
    <w:rsid w:val="00530A32"/>
    <w:rsid w:val="0053760E"/>
    <w:rsid w:val="00541013"/>
    <w:rsid w:val="005458F1"/>
    <w:rsid w:val="005565F9"/>
    <w:rsid w:val="00557BD2"/>
    <w:rsid w:val="005715DF"/>
    <w:rsid w:val="00572ACD"/>
    <w:rsid w:val="00584EBF"/>
    <w:rsid w:val="005869E2"/>
    <w:rsid w:val="00586DEC"/>
    <w:rsid w:val="00590199"/>
    <w:rsid w:val="00597C8E"/>
    <w:rsid w:val="005A23D6"/>
    <w:rsid w:val="005A42D5"/>
    <w:rsid w:val="005A6CF9"/>
    <w:rsid w:val="005B28CB"/>
    <w:rsid w:val="005B3F1D"/>
    <w:rsid w:val="005B446B"/>
    <w:rsid w:val="005B70A0"/>
    <w:rsid w:val="005C1B5F"/>
    <w:rsid w:val="005C22DE"/>
    <w:rsid w:val="005C2696"/>
    <w:rsid w:val="005C4E60"/>
    <w:rsid w:val="005C5CF0"/>
    <w:rsid w:val="005D7A94"/>
    <w:rsid w:val="005E288D"/>
    <w:rsid w:val="005E5B3C"/>
    <w:rsid w:val="005F5DAE"/>
    <w:rsid w:val="005F7C7C"/>
    <w:rsid w:val="00604FD2"/>
    <w:rsid w:val="00605AA0"/>
    <w:rsid w:val="00606D6D"/>
    <w:rsid w:val="00607BE1"/>
    <w:rsid w:val="00607C21"/>
    <w:rsid w:val="00612638"/>
    <w:rsid w:val="0061399A"/>
    <w:rsid w:val="0061785C"/>
    <w:rsid w:val="006179C8"/>
    <w:rsid w:val="00621700"/>
    <w:rsid w:val="006276C6"/>
    <w:rsid w:val="00627818"/>
    <w:rsid w:val="0063006B"/>
    <w:rsid w:val="00630D97"/>
    <w:rsid w:val="00636831"/>
    <w:rsid w:val="00640070"/>
    <w:rsid w:val="00642036"/>
    <w:rsid w:val="00643511"/>
    <w:rsid w:val="006442DD"/>
    <w:rsid w:val="00645F8F"/>
    <w:rsid w:val="0064627A"/>
    <w:rsid w:val="0065102F"/>
    <w:rsid w:val="00652A06"/>
    <w:rsid w:val="00653400"/>
    <w:rsid w:val="00654808"/>
    <w:rsid w:val="0065641A"/>
    <w:rsid w:val="006663DE"/>
    <w:rsid w:val="006723B5"/>
    <w:rsid w:val="00676B4F"/>
    <w:rsid w:val="0068568F"/>
    <w:rsid w:val="00686BBF"/>
    <w:rsid w:val="00690301"/>
    <w:rsid w:val="00692625"/>
    <w:rsid w:val="00695398"/>
    <w:rsid w:val="0069565B"/>
    <w:rsid w:val="00695E04"/>
    <w:rsid w:val="006961CD"/>
    <w:rsid w:val="00696EEC"/>
    <w:rsid w:val="00696FB3"/>
    <w:rsid w:val="006A1A2A"/>
    <w:rsid w:val="006A3DA2"/>
    <w:rsid w:val="006A4495"/>
    <w:rsid w:val="006A4FA9"/>
    <w:rsid w:val="006A726F"/>
    <w:rsid w:val="006A77FC"/>
    <w:rsid w:val="006B0126"/>
    <w:rsid w:val="006B0DF6"/>
    <w:rsid w:val="006B12DE"/>
    <w:rsid w:val="006B3E88"/>
    <w:rsid w:val="006B5290"/>
    <w:rsid w:val="006B59B5"/>
    <w:rsid w:val="006B6BE1"/>
    <w:rsid w:val="006C01A7"/>
    <w:rsid w:val="006C2216"/>
    <w:rsid w:val="006C391B"/>
    <w:rsid w:val="006C426A"/>
    <w:rsid w:val="006C6517"/>
    <w:rsid w:val="006C6AA4"/>
    <w:rsid w:val="006D04B6"/>
    <w:rsid w:val="006D4684"/>
    <w:rsid w:val="006D4B92"/>
    <w:rsid w:val="006D4DB3"/>
    <w:rsid w:val="006D5EA1"/>
    <w:rsid w:val="006E0945"/>
    <w:rsid w:val="006E1BBE"/>
    <w:rsid w:val="006E39CD"/>
    <w:rsid w:val="006E49AF"/>
    <w:rsid w:val="006E5888"/>
    <w:rsid w:val="006F3C03"/>
    <w:rsid w:val="006F7014"/>
    <w:rsid w:val="00700952"/>
    <w:rsid w:val="00703715"/>
    <w:rsid w:val="00703FF1"/>
    <w:rsid w:val="007054EA"/>
    <w:rsid w:val="007116E8"/>
    <w:rsid w:val="00715DC4"/>
    <w:rsid w:val="00716B9B"/>
    <w:rsid w:val="00720769"/>
    <w:rsid w:val="00722783"/>
    <w:rsid w:val="00722E7F"/>
    <w:rsid w:val="00732344"/>
    <w:rsid w:val="007335EF"/>
    <w:rsid w:val="00734BA9"/>
    <w:rsid w:val="0073591A"/>
    <w:rsid w:val="007403B4"/>
    <w:rsid w:val="00741F04"/>
    <w:rsid w:val="007421E9"/>
    <w:rsid w:val="00745B87"/>
    <w:rsid w:val="00747349"/>
    <w:rsid w:val="00750568"/>
    <w:rsid w:val="00751DE9"/>
    <w:rsid w:val="00753B54"/>
    <w:rsid w:val="00754790"/>
    <w:rsid w:val="00755905"/>
    <w:rsid w:val="007604F2"/>
    <w:rsid w:val="0076086D"/>
    <w:rsid w:val="00765CAA"/>
    <w:rsid w:val="00770765"/>
    <w:rsid w:val="007717FC"/>
    <w:rsid w:val="0077509A"/>
    <w:rsid w:val="007775DA"/>
    <w:rsid w:val="00781595"/>
    <w:rsid w:val="0078381F"/>
    <w:rsid w:val="00784C69"/>
    <w:rsid w:val="00785CDD"/>
    <w:rsid w:val="00796CEC"/>
    <w:rsid w:val="00797722"/>
    <w:rsid w:val="007A3201"/>
    <w:rsid w:val="007A4522"/>
    <w:rsid w:val="007A5C60"/>
    <w:rsid w:val="007A775C"/>
    <w:rsid w:val="007B27EC"/>
    <w:rsid w:val="007B3256"/>
    <w:rsid w:val="007B3267"/>
    <w:rsid w:val="007B3A89"/>
    <w:rsid w:val="007B5E6C"/>
    <w:rsid w:val="007B60DC"/>
    <w:rsid w:val="007C45F7"/>
    <w:rsid w:val="007C5CC9"/>
    <w:rsid w:val="007D0F6D"/>
    <w:rsid w:val="007D3D2F"/>
    <w:rsid w:val="007E0922"/>
    <w:rsid w:val="007E2AB6"/>
    <w:rsid w:val="007E361A"/>
    <w:rsid w:val="007F16A6"/>
    <w:rsid w:val="007F2872"/>
    <w:rsid w:val="007F3444"/>
    <w:rsid w:val="007F3479"/>
    <w:rsid w:val="007F45F5"/>
    <w:rsid w:val="007F6EE4"/>
    <w:rsid w:val="00802AE4"/>
    <w:rsid w:val="00804CB2"/>
    <w:rsid w:val="008101FB"/>
    <w:rsid w:val="00810F46"/>
    <w:rsid w:val="008112B4"/>
    <w:rsid w:val="00812CD9"/>
    <w:rsid w:val="00813AEC"/>
    <w:rsid w:val="008156E3"/>
    <w:rsid w:val="00817403"/>
    <w:rsid w:val="00820165"/>
    <w:rsid w:val="0082408B"/>
    <w:rsid w:val="008277D9"/>
    <w:rsid w:val="00830904"/>
    <w:rsid w:val="00835B28"/>
    <w:rsid w:val="0084075C"/>
    <w:rsid w:val="00842D3C"/>
    <w:rsid w:val="00843B4C"/>
    <w:rsid w:val="008473AD"/>
    <w:rsid w:val="00852BBE"/>
    <w:rsid w:val="00855CDD"/>
    <w:rsid w:val="00857A44"/>
    <w:rsid w:val="00864819"/>
    <w:rsid w:val="008677FD"/>
    <w:rsid w:val="0087026E"/>
    <w:rsid w:val="0087102E"/>
    <w:rsid w:val="0087116F"/>
    <w:rsid w:val="00872D25"/>
    <w:rsid w:val="008766E7"/>
    <w:rsid w:val="008811D2"/>
    <w:rsid w:val="0088192F"/>
    <w:rsid w:val="00882ACA"/>
    <w:rsid w:val="00882EA3"/>
    <w:rsid w:val="008838E4"/>
    <w:rsid w:val="00883D4B"/>
    <w:rsid w:val="00887415"/>
    <w:rsid w:val="008943D0"/>
    <w:rsid w:val="008A461B"/>
    <w:rsid w:val="008A747D"/>
    <w:rsid w:val="008B0E99"/>
    <w:rsid w:val="008B2EC8"/>
    <w:rsid w:val="008B556D"/>
    <w:rsid w:val="008B5BAF"/>
    <w:rsid w:val="008B7776"/>
    <w:rsid w:val="008C1391"/>
    <w:rsid w:val="008C4B3B"/>
    <w:rsid w:val="008C52FC"/>
    <w:rsid w:val="008C6E32"/>
    <w:rsid w:val="008C7326"/>
    <w:rsid w:val="008D03A1"/>
    <w:rsid w:val="008D0C32"/>
    <w:rsid w:val="008D1B36"/>
    <w:rsid w:val="008D3F49"/>
    <w:rsid w:val="008E339A"/>
    <w:rsid w:val="008E6823"/>
    <w:rsid w:val="008F263D"/>
    <w:rsid w:val="008F4063"/>
    <w:rsid w:val="008F40B6"/>
    <w:rsid w:val="008F5A6D"/>
    <w:rsid w:val="00900E58"/>
    <w:rsid w:val="0090320E"/>
    <w:rsid w:val="00903C6E"/>
    <w:rsid w:val="00905268"/>
    <w:rsid w:val="009072FE"/>
    <w:rsid w:val="0091147C"/>
    <w:rsid w:val="009157B3"/>
    <w:rsid w:val="00916AA5"/>
    <w:rsid w:val="00917C9E"/>
    <w:rsid w:val="009205D2"/>
    <w:rsid w:val="00921C03"/>
    <w:rsid w:val="00922EC5"/>
    <w:rsid w:val="009234E3"/>
    <w:rsid w:val="00924D97"/>
    <w:rsid w:val="00925EDE"/>
    <w:rsid w:val="00933661"/>
    <w:rsid w:val="009336E1"/>
    <w:rsid w:val="00934392"/>
    <w:rsid w:val="00943FDB"/>
    <w:rsid w:val="00953B0F"/>
    <w:rsid w:val="00955183"/>
    <w:rsid w:val="00960D65"/>
    <w:rsid w:val="0096395D"/>
    <w:rsid w:val="00967CA3"/>
    <w:rsid w:val="009715B4"/>
    <w:rsid w:val="00971760"/>
    <w:rsid w:val="0097308A"/>
    <w:rsid w:val="00975E87"/>
    <w:rsid w:val="009772A3"/>
    <w:rsid w:val="00977CEF"/>
    <w:rsid w:val="0098102F"/>
    <w:rsid w:val="00982D6E"/>
    <w:rsid w:val="0098442B"/>
    <w:rsid w:val="009862EF"/>
    <w:rsid w:val="00995C96"/>
    <w:rsid w:val="009972BA"/>
    <w:rsid w:val="0099777C"/>
    <w:rsid w:val="00997E74"/>
    <w:rsid w:val="009A0B0E"/>
    <w:rsid w:val="009A7078"/>
    <w:rsid w:val="009B6168"/>
    <w:rsid w:val="009B64CC"/>
    <w:rsid w:val="009C376D"/>
    <w:rsid w:val="009C4BD9"/>
    <w:rsid w:val="009D10AA"/>
    <w:rsid w:val="009D1240"/>
    <w:rsid w:val="009D2E8A"/>
    <w:rsid w:val="009D3A98"/>
    <w:rsid w:val="009D6DF0"/>
    <w:rsid w:val="009E43AA"/>
    <w:rsid w:val="009E6DBC"/>
    <w:rsid w:val="009F00F6"/>
    <w:rsid w:val="009F38F5"/>
    <w:rsid w:val="009F6CBE"/>
    <w:rsid w:val="00A00946"/>
    <w:rsid w:val="00A01C2F"/>
    <w:rsid w:val="00A0640C"/>
    <w:rsid w:val="00A104B4"/>
    <w:rsid w:val="00A13376"/>
    <w:rsid w:val="00A2792B"/>
    <w:rsid w:val="00A3077F"/>
    <w:rsid w:val="00A331D9"/>
    <w:rsid w:val="00A33FD9"/>
    <w:rsid w:val="00A4336D"/>
    <w:rsid w:val="00A45FB8"/>
    <w:rsid w:val="00A467DC"/>
    <w:rsid w:val="00A570C7"/>
    <w:rsid w:val="00A6000F"/>
    <w:rsid w:val="00A62A3B"/>
    <w:rsid w:val="00A640F6"/>
    <w:rsid w:val="00A65825"/>
    <w:rsid w:val="00A66972"/>
    <w:rsid w:val="00A731AF"/>
    <w:rsid w:val="00A7755B"/>
    <w:rsid w:val="00A82613"/>
    <w:rsid w:val="00A83B6F"/>
    <w:rsid w:val="00A84A3E"/>
    <w:rsid w:val="00A9082D"/>
    <w:rsid w:val="00A91526"/>
    <w:rsid w:val="00AA24EA"/>
    <w:rsid w:val="00AA2ACD"/>
    <w:rsid w:val="00AA2F8B"/>
    <w:rsid w:val="00AA3883"/>
    <w:rsid w:val="00AA4EAD"/>
    <w:rsid w:val="00AA76C1"/>
    <w:rsid w:val="00AB2092"/>
    <w:rsid w:val="00AB22D4"/>
    <w:rsid w:val="00AC037A"/>
    <w:rsid w:val="00AC5277"/>
    <w:rsid w:val="00AC70C7"/>
    <w:rsid w:val="00AD0F00"/>
    <w:rsid w:val="00AD26F9"/>
    <w:rsid w:val="00AD2A47"/>
    <w:rsid w:val="00AD3718"/>
    <w:rsid w:val="00AD38C6"/>
    <w:rsid w:val="00AD5F24"/>
    <w:rsid w:val="00AE00CA"/>
    <w:rsid w:val="00AE0846"/>
    <w:rsid w:val="00AE7E8A"/>
    <w:rsid w:val="00AF4692"/>
    <w:rsid w:val="00AF719F"/>
    <w:rsid w:val="00B0123D"/>
    <w:rsid w:val="00B05BEB"/>
    <w:rsid w:val="00B07B40"/>
    <w:rsid w:val="00B106E8"/>
    <w:rsid w:val="00B110EF"/>
    <w:rsid w:val="00B1142E"/>
    <w:rsid w:val="00B12067"/>
    <w:rsid w:val="00B13F43"/>
    <w:rsid w:val="00B20486"/>
    <w:rsid w:val="00B26B7F"/>
    <w:rsid w:val="00B26F7F"/>
    <w:rsid w:val="00B2782C"/>
    <w:rsid w:val="00B336DD"/>
    <w:rsid w:val="00B33D39"/>
    <w:rsid w:val="00B37BB3"/>
    <w:rsid w:val="00B44F5C"/>
    <w:rsid w:val="00B45CE7"/>
    <w:rsid w:val="00B50441"/>
    <w:rsid w:val="00B530FE"/>
    <w:rsid w:val="00B54841"/>
    <w:rsid w:val="00B5599B"/>
    <w:rsid w:val="00B569DB"/>
    <w:rsid w:val="00B64082"/>
    <w:rsid w:val="00B64261"/>
    <w:rsid w:val="00B64FD3"/>
    <w:rsid w:val="00B75240"/>
    <w:rsid w:val="00B8128C"/>
    <w:rsid w:val="00B83930"/>
    <w:rsid w:val="00B847EA"/>
    <w:rsid w:val="00B94399"/>
    <w:rsid w:val="00B95DB1"/>
    <w:rsid w:val="00BA1DA9"/>
    <w:rsid w:val="00BA48F3"/>
    <w:rsid w:val="00BA68A5"/>
    <w:rsid w:val="00BA7758"/>
    <w:rsid w:val="00BB0710"/>
    <w:rsid w:val="00BB1B4E"/>
    <w:rsid w:val="00BB3A08"/>
    <w:rsid w:val="00BB43BB"/>
    <w:rsid w:val="00BB59BD"/>
    <w:rsid w:val="00BC3747"/>
    <w:rsid w:val="00BC410E"/>
    <w:rsid w:val="00BC52E9"/>
    <w:rsid w:val="00BC5639"/>
    <w:rsid w:val="00BD2E92"/>
    <w:rsid w:val="00BE6E15"/>
    <w:rsid w:val="00BE7FB2"/>
    <w:rsid w:val="00BF0457"/>
    <w:rsid w:val="00BF386E"/>
    <w:rsid w:val="00BF49CA"/>
    <w:rsid w:val="00C057DD"/>
    <w:rsid w:val="00C07681"/>
    <w:rsid w:val="00C14637"/>
    <w:rsid w:val="00C2048C"/>
    <w:rsid w:val="00C21656"/>
    <w:rsid w:val="00C21F3D"/>
    <w:rsid w:val="00C24DB3"/>
    <w:rsid w:val="00C30E40"/>
    <w:rsid w:val="00C32F20"/>
    <w:rsid w:val="00C37287"/>
    <w:rsid w:val="00C42DCA"/>
    <w:rsid w:val="00C43239"/>
    <w:rsid w:val="00C432DE"/>
    <w:rsid w:val="00C43F76"/>
    <w:rsid w:val="00C44A1C"/>
    <w:rsid w:val="00C45075"/>
    <w:rsid w:val="00C4570C"/>
    <w:rsid w:val="00C64718"/>
    <w:rsid w:val="00C64FE1"/>
    <w:rsid w:val="00C65524"/>
    <w:rsid w:val="00C6583C"/>
    <w:rsid w:val="00C65F9B"/>
    <w:rsid w:val="00C72891"/>
    <w:rsid w:val="00C7354A"/>
    <w:rsid w:val="00C76596"/>
    <w:rsid w:val="00C800A9"/>
    <w:rsid w:val="00C8308A"/>
    <w:rsid w:val="00C83840"/>
    <w:rsid w:val="00C8565D"/>
    <w:rsid w:val="00C92F32"/>
    <w:rsid w:val="00C930A4"/>
    <w:rsid w:val="00C935D7"/>
    <w:rsid w:val="00C9365E"/>
    <w:rsid w:val="00C942A8"/>
    <w:rsid w:val="00CA6FC4"/>
    <w:rsid w:val="00CA72A4"/>
    <w:rsid w:val="00CB040E"/>
    <w:rsid w:val="00CB243E"/>
    <w:rsid w:val="00CB7EC0"/>
    <w:rsid w:val="00CC04E0"/>
    <w:rsid w:val="00CC04F2"/>
    <w:rsid w:val="00CC2C52"/>
    <w:rsid w:val="00CC4107"/>
    <w:rsid w:val="00CC6A3A"/>
    <w:rsid w:val="00CD43D3"/>
    <w:rsid w:val="00CD62A3"/>
    <w:rsid w:val="00CD654B"/>
    <w:rsid w:val="00CE0112"/>
    <w:rsid w:val="00CE0C5C"/>
    <w:rsid w:val="00CE11DE"/>
    <w:rsid w:val="00CE205B"/>
    <w:rsid w:val="00CF05D5"/>
    <w:rsid w:val="00CF55E3"/>
    <w:rsid w:val="00CF7850"/>
    <w:rsid w:val="00D06A46"/>
    <w:rsid w:val="00D10CCF"/>
    <w:rsid w:val="00D1191E"/>
    <w:rsid w:val="00D12DF8"/>
    <w:rsid w:val="00D13CEF"/>
    <w:rsid w:val="00D15E4E"/>
    <w:rsid w:val="00D1745E"/>
    <w:rsid w:val="00D215D4"/>
    <w:rsid w:val="00D21B9D"/>
    <w:rsid w:val="00D22B6D"/>
    <w:rsid w:val="00D23387"/>
    <w:rsid w:val="00D26D92"/>
    <w:rsid w:val="00D26EC5"/>
    <w:rsid w:val="00D30451"/>
    <w:rsid w:val="00D30888"/>
    <w:rsid w:val="00D34AE1"/>
    <w:rsid w:val="00D35035"/>
    <w:rsid w:val="00D36BD0"/>
    <w:rsid w:val="00D47266"/>
    <w:rsid w:val="00D50EE3"/>
    <w:rsid w:val="00D5400B"/>
    <w:rsid w:val="00D540F3"/>
    <w:rsid w:val="00D61F45"/>
    <w:rsid w:val="00D62800"/>
    <w:rsid w:val="00D64B21"/>
    <w:rsid w:val="00D64CD2"/>
    <w:rsid w:val="00D64CEA"/>
    <w:rsid w:val="00D65361"/>
    <w:rsid w:val="00D67E7F"/>
    <w:rsid w:val="00D71232"/>
    <w:rsid w:val="00D71574"/>
    <w:rsid w:val="00D7161E"/>
    <w:rsid w:val="00D71740"/>
    <w:rsid w:val="00D718CD"/>
    <w:rsid w:val="00D75EB6"/>
    <w:rsid w:val="00D76712"/>
    <w:rsid w:val="00D76F3B"/>
    <w:rsid w:val="00D77E2B"/>
    <w:rsid w:val="00D77E84"/>
    <w:rsid w:val="00D80DF0"/>
    <w:rsid w:val="00D80EFB"/>
    <w:rsid w:val="00D82464"/>
    <w:rsid w:val="00D86C12"/>
    <w:rsid w:val="00D87AC2"/>
    <w:rsid w:val="00D904E2"/>
    <w:rsid w:val="00D90B1C"/>
    <w:rsid w:val="00D951C3"/>
    <w:rsid w:val="00DA1663"/>
    <w:rsid w:val="00DA4706"/>
    <w:rsid w:val="00DA4A78"/>
    <w:rsid w:val="00DA698D"/>
    <w:rsid w:val="00DB1F48"/>
    <w:rsid w:val="00DB79F6"/>
    <w:rsid w:val="00DC0A75"/>
    <w:rsid w:val="00DC1EC5"/>
    <w:rsid w:val="00DC2ABD"/>
    <w:rsid w:val="00DC2C60"/>
    <w:rsid w:val="00DC7E86"/>
    <w:rsid w:val="00DD1BCB"/>
    <w:rsid w:val="00DD42B4"/>
    <w:rsid w:val="00DD49E5"/>
    <w:rsid w:val="00DD4EFB"/>
    <w:rsid w:val="00DD536C"/>
    <w:rsid w:val="00DD5F30"/>
    <w:rsid w:val="00DD797C"/>
    <w:rsid w:val="00DD7B7F"/>
    <w:rsid w:val="00DF12DC"/>
    <w:rsid w:val="00DF5FF0"/>
    <w:rsid w:val="00DF6DAE"/>
    <w:rsid w:val="00E00FEF"/>
    <w:rsid w:val="00E03FFE"/>
    <w:rsid w:val="00E0534D"/>
    <w:rsid w:val="00E054F2"/>
    <w:rsid w:val="00E06838"/>
    <w:rsid w:val="00E06C38"/>
    <w:rsid w:val="00E10F2D"/>
    <w:rsid w:val="00E12EB2"/>
    <w:rsid w:val="00E13AAE"/>
    <w:rsid w:val="00E15484"/>
    <w:rsid w:val="00E21FE3"/>
    <w:rsid w:val="00E2368A"/>
    <w:rsid w:val="00E253CA"/>
    <w:rsid w:val="00E25785"/>
    <w:rsid w:val="00E261B1"/>
    <w:rsid w:val="00E31745"/>
    <w:rsid w:val="00E34E4F"/>
    <w:rsid w:val="00E42890"/>
    <w:rsid w:val="00E531B5"/>
    <w:rsid w:val="00E53DE6"/>
    <w:rsid w:val="00E5503C"/>
    <w:rsid w:val="00E551F5"/>
    <w:rsid w:val="00E645C6"/>
    <w:rsid w:val="00E654F0"/>
    <w:rsid w:val="00E658FD"/>
    <w:rsid w:val="00E66A19"/>
    <w:rsid w:val="00E67656"/>
    <w:rsid w:val="00E73576"/>
    <w:rsid w:val="00E73C9E"/>
    <w:rsid w:val="00E73F8A"/>
    <w:rsid w:val="00E742BB"/>
    <w:rsid w:val="00E831FC"/>
    <w:rsid w:val="00E8344C"/>
    <w:rsid w:val="00E847F0"/>
    <w:rsid w:val="00E957B9"/>
    <w:rsid w:val="00E95CA7"/>
    <w:rsid w:val="00EA16A2"/>
    <w:rsid w:val="00EA400C"/>
    <w:rsid w:val="00EA71DD"/>
    <w:rsid w:val="00EA7522"/>
    <w:rsid w:val="00EB0479"/>
    <w:rsid w:val="00EB1EE7"/>
    <w:rsid w:val="00EC1383"/>
    <w:rsid w:val="00EC1C64"/>
    <w:rsid w:val="00EC3129"/>
    <w:rsid w:val="00ED39E8"/>
    <w:rsid w:val="00EE0350"/>
    <w:rsid w:val="00EE119F"/>
    <w:rsid w:val="00EE23D6"/>
    <w:rsid w:val="00EE2F96"/>
    <w:rsid w:val="00EF20F8"/>
    <w:rsid w:val="00F10307"/>
    <w:rsid w:val="00F129C5"/>
    <w:rsid w:val="00F13081"/>
    <w:rsid w:val="00F13AE0"/>
    <w:rsid w:val="00F14C12"/>
    <w:rsid w:val="00F15F30"/>
    <w:rsid w:val="00F16885"/>
    <w:rsid w:val="00F259F5"/>
    <w:rsid w:val="00F25F15"/>
    <w:rsid w:val="00F30BDC"/>
    <w:rsid w:val="00F3180F"/>
    <w:rsid w:val="00F31A50"/>
    <w:rsid w:val="00F3394D"/>
    <w:rsid w:val="00F34EC9"/>
    <w:rsid w:val="00F36ACF"/>
    <w:rsid w:val="00F36E9E"/>
    <w:rsid w:val="00F373B8"/>
    <w:rsid w:val="00F375AD"/>
    <w:rsid w:val="00F37611"/>
    <w:rsid w:val="00F40488"/>
    <w:rsid w:val="00F42FC6"/>
    <w:rsid w:val="00F440BA"/>
    <w:rsid w:val="00F44A09"/>
    <w:rsid w:val="00F463E8"/>
    <w:rsid w:val="00F5232E"/>
    <w:rsid w:val="00F52AC9"/>
    <w:rsid w:val="00F53095"/>
    <w:rsid w:val="00F60D57"/>
    <w:rsid w:val="00F616A1"/>
    <w:rsid w:val="00F640CF"/>
    <w:rsid w:val="00F65528"/>
    <w:rsid w:val="00F70B57"/>
    <w:rsid w:val="00F70D08"/>
    <w:rsid w:val="00F71B36"/>
    <w:rsid w:val="00F7522E"/>
    <w:rsid w:val="00F77BF6"/>
    <w:rsid w:val="00F81A19"/>
    <w:rsid w:val="00F82248"/>
    <w:rsid w:val="00F8326F"/>
    <w:rsid w:val="00F90583"/>
    <w:rsid w:val="00F91426"/>
    <w:rsid w:val="00F92CCF"/>
    <w:rsid w:val="00F93762"/>
    <w:rsid w:val="00FA391B"/>
    <w:rsid w:val="00FA4BD6"/>
    <w:rsid w:val="00FA5881"/>
    <w:rsid w:val="00FA6D8C"/>
    <w:rsid w:val="00FB253D"/>
    <w:rsid w:val="00FB3BA1"/>
    <w:rsid w:val="00FB3DCB"/>
    <w:rsid w:val="00FB4B86"/>
    <w:rsid w:val="00FB5169"/>
    <w:rsid w:val="00FC0C67"/>
    <w:rsid w:val="00FC4472"/>
    <w:rsid w:val="00FC5228"/>
    <w:rsid w:val="00FD0AFA"/>
    <w:rsid w:val="00FD4EBE"/>
    <w:rsid w:val="00FD6984"/>
    <w:rsid w:val="00FE154A"/>
    <w:rsid w:val="00FE2F32"/>
    <w:rsid w:val="00FE3B28"/>
    <w:rsid w:val="00FE4455"/>
    <w:rsid w:val="00FF16C3"/>
    <w:rsid w:val="00FF4FB9"/>
    <w:rsid w:val="00FF596E"/>
    <w:rsid w:val="00FF6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Cit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A3B"/>
    <w:rPr>
      <w:rFonts w:ascii="Verdana" w:hAnsi="Verdana"/>
      <w:sz w:val="18"/>
      <w:szCs w:val="24"/>
    </w:rPr>
  </w:style>
  <w:style w:type="paragraph" w:styleId="Heading1">
    <w:name w:val="heading 1"/>
    <w:basedOn w:val="Normal"/>
    <w:next w:val="Normal"/>
    <w:link w:val="Heading1Char"/>
    <w:qFormat/>
    <w:rsid w:val="00497E92"/>
    <w:pPr>
      <w:spacing w:before="900" w:after="200"/>
      <w:outlineLvl w:val="0"/>
    </w:pPr>
    <w:rPr>
      <w:b/>
      <w:color w:val="435169"/>
      <w:sz w:val="60"/>
    </w:rPr>
  </w:style>
  <w:style w:type="paragraph" w:styleId="Heading2">
    <w:name w:val="heading 2"/>
    <w:basedOn w:val="Text"/>
    <w:next w:val="Normal"/>
    <w:qFormat/>
    <w:rsid w:val="00D50EE3"/>
    <w:pPr>
      <w:spacing w:before="320" w:after="40" w:line="240" w:lineRule="auto"/>
      <w:outlineLvl w:val="1"/>
    </w:pPr>
    <w:rPr>
      <w:b/>
      <w:color w:val="435169"/>
      <w:sz w:val="28"/>
    </w:rPr>
  </w:style>
  <w:style w:type="paragraph" w:styleId="Heading3">
    <w:name w:val="heading 3"/>
    <w:basedOn w:val="Heading2"/>
    <w:next w:val="Normal"/>
    <w:qFormat/>
    <w:rsid w:val="00D87AC2"/>
    <w:pPr>
      <w:spacing w:before="240"/>
      <w:outlineLvl w:val="2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97E92"/>
    <w:rPr>
      <w:rFonts w:ascii="Verdana" w:hAnsi="Verdana"/>
      <w:b/>
      <w:color w:val="435169"/>
      <w:sz w:val="60"/>
      <w:szCs w:val="24"/>
      <w:lang w:val="en-US" w:eastAsia="en-US" w:bidi="ar-SA"/>
    </w:rPr>
  </w:style>
  <w:style w:type="paragraph" w:customStyle="1" w:styleId="Text">
    <w:name w:val="Text"/>
    <w:basedOn w:val="Normal"/>
    <w:rsid w:val="0065641A"/>
    <w:pPr>
      <w:spacing w:after="160" w:line="288" w:lineRule="auto"/>
    </w:pPr>
    <w:rPr>
      <w:color w:val="506280"/>
    </w:rPr>
  </w:style>
  <w:style w:type="paragraph" w:styleId="BalloonText">
    <w:name w:val="Balloon Text"/>
    <w:basedOn w:val="Normal"/>
    <w:semiHidden/>
    <w:rsid w:val="0048502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13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olume">
    <w:name w:val="Volume"/>
    <w:basedOn w:val="Normal"/>
    <w:rsid w:val="00FE3B28"/>
    <w:pPr>
      <w:jc w:val="right"/>
    </w:pPr>
    <w:rPr>
      <w:caps/>
      <w:color w:val="506280"/>
      <w:sz w:val="16"/>
      <w:szCs w:val="16"/>
    </w:rPr>
  </w:style>
  <w:style w:type="paragraph" w:customStyle="1" w:styleId="Subhead">
    <w:name w:val="Subhead"/>
    <w:basedOn w:val="Heading3"/>
    <w:rsid w:val="00F70B57"/>
    <w:rPr>
      <w:sz w:val="18"/>
      <w:szCs w:val="18"/>
    </w:rPr>
  </w:style>
  <w:style w:type="paragraph" w:customStyle="1" w:styleId="CompanyInfo">
    <w:name w:val="Company Info"/>
    <w:basedOn w:val="Normal"/>
    <w:rsid w:val="00F30BDC"/>
    <w:pPr>
      <w:spacing w:before="240" w:after="240"/>
      <w:ind w:left="245"/>
    </w:pPr>
    <w:rPr>
      <w:b/>
      <w:color w:val="506280"/>
    </w:rPr>
  </w:style>
  <w:style w:type="paragraph" w:customStyle="1" w:styleId="Quotation2Numbered">
    <w:name w:val="Quotation 2 Numbered"/>
    <w:basedOn w:val="Normal"/>
    <w:link w:val="Quotation2NumberedChar"/>
    <w:rsid w:val="00F30BDC"/>
    <w:pPr>
      <w:numPr>
        <w:numId w:val="19"/>
      </w:numPr>
      <w:spacing w:before="240" w:after="120"/>
    </w:pPr>
    <w:rPr>
      <w:i/>
      <w:color w:val="506280"/>
    </w:rPr>
  </w:style>
  <w:style w:type="character" w:customStyle="1" w:styleId="Quotation2NumberedChar">
    <w:name w:val="Quotation 2 Numbered Char"/>
    <w:basedOn w:val="DefaultParagraphFont"/>
    <w:link w:val="Quotation2Numbered"/>
    <w:rsid w:val="00F30BDC"/>
    <w:rPr>
      <w:rFonts w:ascii="Verdana" w:hAnsi="Verdana"/>
      <w:i/>
      <w:color w:val="506280"/>
      <w:sz w:val="18"/>
      <w:szCs w:val="24"/>
      <w:lang w:val="en-US" w:eastAsia="en-US" w:bidi="ar-SA"/>
    </w:rPr>
  </w:style>
  <w:style w:type="paragraph" w:styleId="Date">
    <w:name w:val="Date"/>
    <w:basedOn w:val="Normal"/>
    <w:next w:val="Normal"/>
    <w:link w:val="DateChar"/>
    <w:rsid w:val="00FE3B28"/>
    <w:rPr>
      <w:caps/>
      <w:color w:val="506280"/>
      <w:sz w:val="16"/>
      <w:szCs w:val="16"/>
    </w:rPr>
  </w:style>
  <w:style w:type="paragraph" w:customStyle="1" w:styleId="TableText">
    <w:name w:val="Table Text"/>
    <w:basedOn w:val="Text"/>
    <w:rsid w:val="006E1BBE"/>
    <w:pPr>
      <w:spacing w:after="0"/>
    </w:pPr>
  </w:style>
  <w:style w:type="paragraph" w:customStyle="1" w:styleId="StyleQuotationLeft0">
    <w:name w:val="Style Quotation + Left:  0&quot;"/>
    <w:basedOn w:val="Normal"/>
    <w:rsid w:val="00F30BDC"/>
    <w:pPr>
      <w:spacing w:before="240" w:after="240"/>
    </w:pPr>
    <w:rPr>
      <w:i/>
      <w:iCs/>
      <w:color w:val="506280"/>
      <w:szCs w:val="20"/>
    </w:rPr>
  </w:style>
  <w:style w:type="character" w:styleId="Hyperlink">
    <w:name w:val="Hyperlink"/>
    <w:basedOn w:val="DefaultParagraphFont"/>
    <w:uiPriority w:val="99"/>
    <w:unhideWhenUsed/>
    <w:rsid w:val="0002411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35B28"/>
    <w:rPr>
      <w:rFonts w:ascii="Verdana" w:hAnsi="Verdana"/>
      <w:sz w:val="18"/>
      <w:szCs w:val="24"/>
    </w:rPr>
  </w:style>
  <w:style w:type="character" w:styleId="FollowedHyperlink">
    <w:name w:val="FollowedHyperlink"/>
    <w:basedOn w:val="DefaultParagraphFont"/>
    <w:rsid w:val="00835B28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07FF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TMLCite">
    <w:name w:val="HTML Cite"/>
    <w:basedOn w:val="DefaultParagraphFont"/>
    <w:uiPriority w:val="99"/>
    <w:unhideWhenUsed/>
    <w:rsid w:val="000E037E"/>
    <w:rPr>
      <w:i/>
      <w:iCs/>
    </w:rPr>
  </w:style>
  <w:style w:type="character" w:styleId="Strong">
    <w:name w:val="Strong"/>
    <w:basedOn w:val="DefaultParagraphFont"/>
    <w:uiPriority w:val="22"/>
    <w:qFormat/>
    <w:rsid w:val="00FB253D"/>
    <w:rPr>
      <w:b/>
      <w:bCs/>
    </w:rPr>
  </w:style>
  <w:style w:type="paragraph" w:styleId="Header">
    <w:name w:val="header"/>
    <w:basedOn w:val="Normal"/>
    <w:link w:val="HeaderChar"/>
    <w:rsid w:val="00E2368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2368A"/>
    <w:rPr>
      <w:rFonts w:ascii="Verdana" w:hAnsi="Verdana"/>
      <w:sz w:val="18"/>
      <w:szCs w:val="24"/>
    </w:rPr>
  </w:style>
  <w:style w:type="paragraph" w:styleId="Footer">
    <w:name w:val="footer"/>
    <w:basedOn w:val="Normal"/>
    <w:link w:val="FooterChar"/>
    <w:rsid w:val="00E2368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2368A"/>
    <w:rPr>
      <w:rFonts w:ascii="Verdana" w:hAnsi="Verdana"/>
      <w:sz w:val="18"/>
      <w:szCs w:val="24"/>
    </w:rPr>
  </w:style>
  <w:style w:type="character" w:customStyle="1" w:styleId="DateChar">
    <w:name w:val="Date Char"/>
    <w:basedOn w:val="DefaultParagraphFont"/>
    <w:link w:val="Date"/>
    <w:rsid w:val="00166A50"/>
    <w:rPr>
      <w:rFonts w:ascii="Verdana" w:hAnsi="Verdana"/>
      <w:caps/>
      <w:color w:val="506280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C5CF0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stepnum">
    <w:name w:val="stepnum"/>
    <w:basedOn w:val="DefaultParagraphFont"/>
    <w:rsid w:val="005C5CF0"/>
  </w:style>
  <w:style w:type="character" w:customStyle="1" w:styleId="apple-converted-space">
    <w:name w:val="apple-converted-space"/>
    <w:basedOn w:val="DefaultParagraphFont"/>
    <w:rsid w:val="005C5C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Cit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A3B"/>
    <w:rPr>
      <w:rFonts w:ascii="Verdana" w:hAnsi="Verdana"/>
      <w:sz w:val="18"/>
      <w:szCs w:val="24"/>
    </w:rPr>
  </w:style>
  <w:style w:type="paragraph" w:styleId="Heading1">
    <w:name w:val="heading 1"/>
    <w:basedOn w:val="Normal"/>
    <w:next w:val="Normal"/>
    <w:link w:val="Heading1Char"/>
    <w:qFormat/>
    <w:rsid w:val="00497E92"/>
    <w:pPr>
      <w:spacing w:before="900" w:after="200"/>
      <w:outlineLvl w:val="0"/>
    </w:pPr>
    <w:rPr>
      <w:b/>
      <w:color w:val="435169"/>
      <w:sz w:val="60"/>
    </w:rPr>
  </w:style>
  <w:style w:type="paragraph" w:styleId="Heading2">
    <w:name w:val="heading 2"/>
    <w:basedOn w:val="Text"/>
    <w:next w:val="Normal"/>
    <w:qFormat/>
    <w:rsid w:val="00D50EE3"/>
    <w:pPr>
      <w:spacing w:before="320" w:after="40" w:line="240" w:lineRule="auto"/>
      <w:outlineLvl w:val="1"/>
    </w:pPr>
    <w:rPr>
      <w:b/>
      <w:color w:val="435169"/>
      <w:sz w:val="28"/>
    </w:rPr>
  </w:style>
  <w:style w:type="paragraph" w:styleId="Heading3">
    <w:name w:val="heading 3"/>
    <w:basedOn w:val="Heading2"/>
    <w:next w:val="Normal"/>
    <w:qFormat/>
    <w:rsid w:val="00D87AC2"/>
    <w:pPr>
      <w:spacing w:before="240"/>
      <w:outlineLvl w:val="2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97E92"/>
    <w:rPr>
      <w:rFonts w:ascii="Verdana" w:hAnsi="Verdana"/>
      <w:b/>
      <w:color w:val="435169"/>
      <w:sz w:val="60"/>
      <w:szCs w:val="24"/>
      <w:lang w:val="en-US" w:eastAsia="en-US" w:bidi="ar-SA"/>
    </w:rPr>
  </w:style>
  <w:style w:type="paragraph" w:customStyle="1" w:styleId="Text">
    <w:name w:val="Text"/>
    <w:basedOn w:val="Normal"/>
    <w:rsid w:val="0065641A"/>
    <w:pPr>
      <w:spacing w:after="160" w:line="288" w:lineRule="auto"/>
    </w:pPr>
    <w:rPr>
      <w:color w:val="506280"/>
    </w:rPr>
  </w:style>
  <w:style w:type="paragraph" w:styleId="BalloonText">
    <w:name w:val="Balloon Text"/>
    <w:basedOn w:val="Normal"/>
    <w:semiHidden/>
    <w:rsid w:val="0048502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13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olume">
    <w:name w:val="Volume"/>
    <w:basedOn w:val="Normal"/>
    <w:rsid w:val="00FE3B28"/>
    <w:pPr>
      <w:jc w:val="right"/>
    </w:pPr>
    <w:rPr>
      <w:caps/>
      <w:color w:val="506280"/>
      <w:sz w:val="16"/>
      <w:szCs w:val="16"/>
    </w:rPr>
  </w:style>
  <w:style w:type="paragraph" w:customStyle="1" w:styleId="Subhead">
    <w:name w:val="Subhead"/>
    <w:basedOn w:val="Heading3"/>
    <w:rsid w:val="00F70B57"/>
    <w:rPr>
      <w:sz w:val="18"/>
      <w:szCs w:val="18"/>
    </w:rPr>
  </w:style>
  <w:style w:type="paragraph" w:customStyle="1" w:styleId="CompanyInfo">
    <w:name w:val="Company Info"/>
    <w:basedOn w:val="Normal"/>
    <w:rsid w:val="00F30BDC"/>
    <w:pPr>
      <w:spacing w:before="240" w:after="240"/>
      <w:ind w:left="245"/>
    </w:pPr>
    <w:rPr>
      <w:b/>
      <w:color w:val="506280"/>
    </w:rPr>
  </w:style>
  <w:style w:type="paragraph" w:customStyle="1" w:styleId="Quotation2Numbered">
    <w:name w:val="Quotation 2 Numbered"/>
    <w:basedOn w:val="Normal"/>
    <w:link w:val="Quotation2NumberedChar"/>
    <w:rsid w:val="00F30BDC"/>
    <w:pPr>
      <w:numPr>
        <w:numId w:val="19"/>
      </w:numPr>
      <w:spacing w:before="240" w:after="120"/>
    </w:pPr>
    <w:rPr>
      <w:i/>
      <w:color w:val="506280"/>
    </w:rPr>
  </w:style>
  <w:style w:type="character" w:customStyle="1" w:styleId="Quotation2NumberedChar">
    <w:name w:val="Quotation 2 Numbered Char"/>
    <w:basedOn w:val="DefaultParagraphFont"/>
    <w:link w:val="Quotation2Numbered"/>
    <w:rsid w:val="00F30BDC"/>
    <w:rPr>
      <w:rFonts w:ascii="Verdana" w:hAnsi="Verdana"/>
      <w:i/>
      <w:color w:val="506280"/>
      <w:sz w:val="18"/>
      <w:szCs w:val="24"/>
      <w:lang w:val="en-US" w:eastAsia="en-US" w:bidi="ar-SA"/>
    </w:rPr>
  </w:style>
  <w:style w:type="paragraph" w:styleId="Date">
    <w:name w:val="Date"/>
    <w:basedOn w:val="Normal"/>
    <w:next w:val="Normal"/>
    <w:link w:val="DateChar"/>
    <w:rsid w:val="00FE3B28"/>
    <w:rPr>
      <w:caps/>
      <w:color w:val="506280"/>
      <w:sz w:val="16"/>
      <w:szCs w:val="16"/>
    </w:rPr>
  </w:style>
  <w:style w:type="paragraph" w:customStyle="1" w:styleId="TableText">
    <w:name w:val="Table Text"/>
    <w:basedOn w:val="Text"/>
    <w:rsid w:val="006E1BBE"/>
    <w:pPr>
      <w:spacing w:after="0"/>
    </w:pPr>
  </w:style>
  <w:style w:type="paragraph" w:customStyle="1" w:styleId="StyleQuotationLeft0">
    <w:name w:val="Style Quotation + Left:  0&quot;"/>
    <w:basedOn w:val="Normal"/>
    <w:rsid w:val="00F30BDC"/>
    <w:pPr>
      <w:spacing w:before="240" w:after="240"/>
    </w:pPr>
    <w:rPr>
      <w:i/>
      <w:iCs/>
      <w:color w:val="506280"/>
      <w:szCs w:val="20"/>
    </w:rPr>
  </w:style>
  <w:style w:type="character" w:styleId="Hyperlink">
    <w:name w:val="Hyperlink"/>
    <w:basedOn w:val="DefaultParagraphFont"/>
    <w:uiPriority w:val="99"/>
    <w:unhideWhenUsed/>
    <w:rsid w:val="0002411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35B28"/>
    <w:rPr>
      <w:rFonts w:ascii="Verdana" w:hAnsi="Verdana"/>
      <w:sz w:val="18"/>
      <w:szCs w:val="24"/>
    </w:rPr>
  </w:style>
  <w:style w:type="character" w:styleId="FollowedHyperlink">
    <w:name w:val="FollowedHyperlink"/>
    <w:basedOn w:val="DefaultParagraphFont"/>
    <w:rsid w:val="00835B28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07FF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TMLCite">
    <w:name w:val="HTML Cite"/>
    <w:basedOn w:val="DefaultParagraphFont"/>
    <w:uiPriority w:val="99"/>
    <w:unhideWhenUsed/>
    <w:rsid w:val="000E037E"/>
    <w:rPr>
      <w:i/>
      <w:iCs/>
    </w:rPr>
  </w:style>
  <w:style w:type="character" w:styleId="Strong">
    <w:name w:val="Strong"/>
    <w:basedOn w:val="DefaultParagraphFont"/>
    <w:uiPriority w:val="22"/>
    <w:qFormat/>
    <w:rsid w:val="00FB253D"/>
    <w:rPr>
      <w:b/>
      <w:bCs/>
    </w:rPr>
  </w:style>
  <w:style w:type="paragraph" w:styleId="Header">
    <w:name w:val="header"/>
    <w:basedOn w:val="Normal"/>
    <w:link w:val="HeaderChar"/>
    <w:rsid w:val="00E2368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2368A"/>
    <w:rPr>
      <w:rFonts w:ascii="Verdana" w:hAnsi="Verdana"/>
      <w:sz w:val="18"/>
      <w:szCs w:val="24"/>
    </w:rPr>
  </w:style>
  <w:style w:type="paragraph" w:styleId="Footer">
    <w:name w:val="footer"/>
    <w:basedOn w:val="Normal"/>
    <w:link w:val="FooterChar"/>
    <w:rsid w:val="00E2368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2368A"/>
    <w:rPr>
      <w:rFonts w:ascii="Verdana" w:hAnsi="Verdana"/>
      <w:sz w:val="18"/>
      <w:szCs w:val="24"/>
    </w:rPr>
  </w:style>
  <w:style w:type="character" w:customStyle="1" w:styleId="DateChar">
    <w:name w:val="Date Char"/>
    <w:basedOn w:val="DefaultParagraphFont"/>
    <w:link w:val="Date"/>
    <w:rsid w:val="00166A50"/>
    <w:rPr>
      <w:rFonts w:ascii="Verdana" w:hAnsi="Verdana"/>
      <w:caps/>
      <w:color w:val="506280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C5CF0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stepnum">
    <w:name w:val="stepnum"/>
    <w:basedOn w:val="DefaultParagraphFont"/>
    <w:rsid w:val="005C5CF0"/>
  </w:style>
  <w:style w:type="character" w:customStyle="1" w:styleId="apple-converted-space">
    <w:name w:val="apple-converted-space"/>
    <w:basedOn w:val="DefaultParagraphFont"/>
    <w:rsid w:val="005C5C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3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2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0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60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39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7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63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38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635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212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099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8880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693726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8800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0793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38183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68005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7040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05349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7464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40076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5521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3127672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80710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3586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347794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549383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812993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87951431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2351210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0128070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127425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9412025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3055395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20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380821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png"/><Relationship Id="rId18" Type="http://schemas.openxmlformats.org/officeDocument/2006/relationships/hyperlink" Target="mailto:kjones1@btsd.us" TargetMode="External"/><Relationship Id="rId26" Type="http://schemas.openxmlformats.org/officeDocument/2006/relationships/hyperlink" Target="http://guidancenewsthatyoucanuse.wikispaces.com/Open+House+2016+-+2017+-+Eighth+Grade" TargetMode="External"/><Relationship Id="rId39" Type="http://schemas.openxmlformats.org/officeDocument/2006/relationships/hyperlink" Target="http://guidancenewsthatyoucanuse.wikispaces.com/" TargetMode="External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34" Type="http://schemas.openxmlformats.org/officeDocument/2006/relationships/hyperlink" Target="http://guidancenewsthatyoucanuse.wikispaces.com/Free+and+Reduced+Meals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5.png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33" Type="http://schemas.openxmlformats.org/officeDocument/2006/relationships/hyperlink" Target="http://guidancenewsthatyoucanuse.wikispaces.com/Attendance+Policy" TargetMode="External"/><Relationship Id="rId38" Type="http://schemas.openxmlformats.org/officeDocument/2006/relationships/hyperlink" Target="http://guidancenewsthatyoucanuse.wikispaces.com/The+Center+for+Parenting+Educatio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uidancenewsthatyoucanuse.wikispaces.com/Guidance+News+That+You+Can+Use+Newsletter" TargetMode="External"/><Relationship Id="rId20" Type="http://schemas.openxmlformats.org/officeDocument/2006/relationships/hyperlink" Target="http://guidancenewsthatyoucanuse.wikispaces.com/Eighth+Grade+Announcements+2016+-+2017" TargetMode="External"/><Relationship Id="rId29" Type="http://schemas.openxmlformats.org/officeDocument/2006/relationships/hyperlink" Target="http://guidancenewsthatyoucanuse.wikispaces.com/School-Wide+Announcements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uidancenewsthatyoucanuse.wikispaces.com/" TargetMode="External"/><Relationship Id="rId24" Type="http://schemas.openxmlformats.org/officeDocument/2006/relationships/image" Target="media/image10.png"/><Relationship Id="rId32" Type="http://schemas.openxmlformats.org/officeDocument/2006/relationships/hyperlink" Target="http://guidancenewsthatyoucanuse.wikispaces.com/Armstrong%E2%80%99s+Honor+Society+2015-16+Requirements" TargetMode="External"/><Relationship Id="rId37" Type="http://schemas.openxmlformats.org/officeDocument/2006/relationships/hyperlink" Target="http://guidancenewsthatyoucanuse.wikispaces.com/Family+Service+Association+of+Bucks+County" TargetMode="Externa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guidancenewsthatyoucanuse.wikispaces.com" TargetMode="External"/><Relationship Id="rId23" Type="http://schemas.openxmlformats.org/officeDocument/2006/relationships/hyperlink" Target="http://guidancenewsthatyoucanuse.wikispaces.com/iCampus+Instructions+and+Access+Screens+for+Students%2C+Parents%2C+and+Guardians" TargetMode="External"/><Relationship Id="rId28" Type="http://schemas.openxmlformats.org/officeDocument/2006/relationships/image" Target="media/image13.png"/><Relationship Id="rId36" Type="http://schemas.openxmlformats.org/officeDocument/2006/relationships/hyperlink" Target="http://guidancenewsthatyoucanuse.wikispaces.com/Public+Citizens+for+Children+and+Youth+%28PCCY%29" TargetMode="External"/><Relationship Id="rId10" Type="http://schemas.openxmlformats.org/officeDocument/2006/relationships/hyperlink" Target="mailto:karla.jones@bristoltwpsd.org" TargetMode="External"/><Relationship Id="rId19" Type="http://schemas.openxmlformats.org/officeDocument/2006/relationships/hyperlink" Target="mailto:steven.pierce@bristoltwpsd.org" TargetMode="External"/><Relationship Id="rId31" Type="http://schemas.openxmlformats.org/officeDocument/2006/relationships/hyperlink" Target="http://guidancenewsthatyoucanuse.wikispaces.com/District+Grading+Policy+with+G.P.A.+Calculations+and+Student+Workshee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4.jpeg"/><Relationship Id="rId14" Type="http://schemas.openxmlformats.org/officeDocument/2006/relationships/hyperlink" Target="http://guidancenewsthatyoucanuse.wikispaces.com/" TargetMode="External"/><Relationship Id="rId22" Type="http://schemas.openxmlformats.org/officeDocument/2006/relationships/image" Target="media/image9.png"/><Relationship Id="rId27" Type="http://schemas.openxmlformats.org/officeDocument/2006/relationships/image" Target="media/image12.png"/><Relationship Id="rId30" Type="http://schemas.openxmlformats.org/officeDocument/2006/relationships/hyperlink" Target="http://guidancenewsthatyoucanuse.wikispaces.com/iCampus+Instructions+and+Access+Screens+for+Students%2C+Parents%2C+and+Guardians" TargetMode="External"/><Relationship Id="rId35" Type="http://schemas.openxmlformats.org/officeDocument/2006/relationships/hyperlink" Target="http://guidancenewsthatyoucanuse.wikispaces.com/21st+Century+After+School+Program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la\AppData\Roaming\Microsoft\Templates\E-mail%20newslet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0847F-4A2B-404D-85C3-BFF5C1E62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E-mail newsletter</Template>
  <TotalTime>1</TotalTime>
  <Pages>4</Pages>
  <Words>1228</Words>
  <Characters>7000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Karla</cp:lastModifiedBy>
  <cp:revision>2</cp:revision>
  <cp:lastPrinted>2016-09-07T18:00:00Z</cp:lastPrinted>
  <dcterms:created xsi:type="dcterms:W3CDTF">2016-09-11T21:22:00Z</dcterms:created>
  <dcterms:modified xsi:type="dcterms:W3CDTF">2016-09-11T21:22:00Z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TC010219711033</vt:lpwstr>
  </property>
</Properties>
</file>